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5FCF293B" w:rsidR="00F422D3" w:rsidRDefault="00F422D3" w:rsidP="00B42F40">
      <w:pPr>
        <w:pStyle w:val="Titul2"/>
      </w:pPr>
      <w:r>
        <w:t>Název zakázky: „</w:t>
      </w:r>
      <w:r w:rsidR="0017270D">
        <w:t>Oprava mostu v úseku Starkoč – </w:t>
      </w:r>
      <w:r w:rsidR="00AA59BE">
        <w:t>Červený Kostelec</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26B2A40B" w:rsidR="00D32554" w:rsidRPr="00AA59BE" w:rsidRDefault="000708ED" w:rsidP="00D32554">
      <w:pPr>
        <w:pStyle w:val="Textbezodsazen"/>
      </w:pPr>
      <w:r w:rsidRPr="00AA59BE">
        <w:t>zastoupen</w:t>
      </w:r>
      <w:r w:rsidR="00723836" w:rsidRPr="00AA59BE">
        <w:t>á</w:t>
      </w:r>
      <w:r w:rsidRPr="00AA59BE">
        <w:t xml:space="preserve">: Ing. </w:t>
      </w:r>
      <w:r w:rsidR="00B4297C" w:rsidRPr="00AA59BE">
        <w:t>Petrem Vodičkou</w:t>
      </w:r>
      <w:r w:rsidRPr="00AA59BE">
        <w:t>, ředitel</w:t>
      </w:r>
      <w:r w:rsidR="00A962C3" w:rsidRPr="00AA59BE">
        <w:t>em</w:t>
      </w:r>
      <w:r w:rsidRPr="00AA59BE">
        <w:t xml:space="preserve"> Oblastního ředitelst</w:t>
      </w:r>
      <w:r w:rsidR="00AA59BE">
        <w:t>ví Hradec Králové</w:t>
      </w:r>
      <w:r w:rsidR="00043411">
        <w:t>, na základě pověření č. 3053 ze dne 10. 3. 2021</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0F1243AC" w:rsidR="0079589A" w:rsidRDefault="001D580D" w:rsidP="0079589A">
      <w:pPr>
        <w:pStyle w:val="Textbezodsazen"/>
      </w:pPr>
      <w:r>
        <w:t xml:space="preserve">E-mail: </w:t>
      </w:r>
      <w:r w:rsidR="0079589A" w:rsidRPr="002E052B">
        <w:t>ePodatelnaCFUCechy@spravazeleznic.cz</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65376270" w:rsidR="00D77605" w:rsidRDefault="002E052B" w:rsidP="002E052B">
      <w:pPr>
        <w:pStyle w:val="Textbezodsazen"/>
        <w:tabs>
          <w:tab w:val="left" w:pos="1843"/>
        </w:tabs>
        <w:spacing w:after="0"/>
      </w:pPr>
      <w:r>
        <w:t>ev. č. registru VZ:</w:t>
      </w:r>
      <w:r>
        <w:tab/>
      </w:r>
      <w:r w:rsidR="00E81E5D">
        <w:t>64021019</w:t>
      </w:r>
      <w:bookmarkStart w:id="1" w:name="_GoBack"/>
      <w:bookmarkEnd w:id="1"/>
    </w:p>
    <w:p w14:paraId="0D23E802" w14:textId="41A0D8D5" w:rsidR="001D2FE0" w:rsidRDefault="002E052B" w:rsidP="000651A6">
      <w:pPr>
        <w:pStyle w:val="Textbezodsazen"/>
        <w:tabs>
          <w:tab w:val="left" w:pos="1843"/>
        </w:tabs>
      </w:pPr>
      <w:r>
        <w:t>číslo jednací:</w:t>
      </w:r>
      <w:r>
        <w:tab/>
      </w:r>
      <w:r w:rsidR="000651A6">
        <w:t>5481/2021-SŽ-OŘ HKR-NPI</w:t>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EE9AC5F" w14:textId="64E28F0A"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6890A2E2"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17270D">
        <w:t>t a řádně plnit povinnosti v ní </w:t>
      </w:r>
      <w:r w:rsidRPr="00F24489">
        <w:t>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3BD35174" w:rsidR="00F24489" w:rsidRPr="00F24489" w:rsidRDefault="00F24489" w:rsidP="00F24489">
      <w:pPr>
        <w:pStyle w:val="Text1-1"/>
      </w:pPr>
      <w:r w:rsidRPr="00F24489">
        <w:t>Zhotovitel dále prohlašuje, že ke dni uzavření této Smlouvy není vůči němu vedeno řízení dle zákona č. 182/2006 Sb., o úpadku a způsobech jeho</w:t>
      </w:r>
      <w:r w:rsidR="0017270D">
        <w:t xml:space="preserve"> řešení (insolvenční zákon), ve </w:t>
      </w:r>
      <w:r w:rsidRPr="00F24489">
        <w:t>znění pozdějších předpisů, a zavazuje se Objednatele bezodkladně informovat o všech skutečnostech o hrozícím úpadku, popř. o prohlášení úpadku jeho společnosti, stej</w:t>
      </w:r>
      <w:r w:rsidR="0017270D">
        <w:t>ně </w:t>
      </w:r>
      <w:r w:rsidRPr="00F24489">
        <w:t>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C7388A8"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0017270D">
        <w:t xml:space="preserve"> této Smlouvy (dále </w:t>
      </w:r>
      <w:r w:rsidRPr="00F24489">
        <w:t>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484890C6" w:rsidR="00F24489" w:rsidRDefault="00F24489" w:rsidP="00F2448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svůj úmysl zadat </w:t>
      </w:r>
      <w:r>
        <w:t xml:space="preserve">ve výběrovém řízení </w:t>
      </w:r>
      <w:r w:rsidRPr="00F97DBD">
        <w:t>veř</w:t>
      </w:r>
      <w:r w:rsidR="0017270D">
        <w:t>ejnou zakázku s </w:t>
      </w:r>
      <w:r w:rsidRPr="00F97DBD">
        <w:t xml:space="preserve">názvem </w:t>
      </w:r>
      <w:r w:rsidRPr="00E14606">
        <w:t>„</w:t>
      </w:r>
      <w:r w:rsidR="00AA59BE">
        <w:t>Oprava mostu v úseku Starkoč – Červený Kostelec</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31C1031D" w:rsidR="00F24489" w:rsidRDefault="00F24489" w:rsidP="00F24489">
      <w:pPr>
        <w:pStyle w:val="Odstavec1-1a"/>
      </w:pPr>
      <w:r>
        <w:t>v případě jakékoliv nejistoty ohledně výkladu ust</w:t>
      </w:r>
      <w:r w:rsidR="0017270D">
        <w:t>anovení této Smlouvy budou tato </w:t>
      </w:r>
      <w:r>
        <w:t>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306BFEE3" w:rsidR="00F24489" w:rsidRDefault="00F24489" w:rsidP="00F24489">
      <w:pPr>
        <w:pStyle w:val="Odstavec1-1a"/>
      </w:pPr>
      <w:r>
        <w:lastRenderedPageBreak/>
        <w:t>Zhotovitel je vázán svou Nabídkou předloženou Objednateli v rámci zadávacího řízení na zadání Veřejné zakázky, která se pro úpravu vz</w:t>
      </w:r>
      <w:r w:rsidR="0017270D">
        <w:t>ájemných vztahů vyplývajících z </w:t>
      </w:r>
      <w:r>
        <w:t>této Smlouvy použije subsidiárně.</w:t>
      </w:r>
    </w:p>
    <w:p w14:paraId="4229BD6F" w14:textId="77777777" w:rsidR="00F24489" w:rsidRDefault="00F24489" w:rsidP="00F24489">
      <w:pPr>
        <w:pStyle w:val="Nadpis1-1"/>
      </w:pPr>
      <w:r w:rsidRPr="00F24489">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5427523F" w:rsidR="00F24489" w:rsidRPr="00F97DBD" w:rsidRDefault="00F24489" w:rsidP="00733922">
      <w:pPr>
        <w:pStyle w:val="Text1-1"/>
      </w:pPr>
      <w:r w:rsidRPr="00F97DBD">
        <w:t>Objednatel se zavazuje Zhotoviteli poskytnout veškerou nezbytn</w:t>
      </w:r>
      <w:r w:rsidR="0017270D">
        <w:t>ou součinnost k </w:t>
      </w:r>
      <w:r w:rsidR="00DF4B6D">
        <w:t>provedení Díla.</w:t>
      </w:r>
    </w:p>
    <w:p w14:paraId="79727A1E" w14:textId="3AABFB91" w:rsidR="00F24489" w:rsidRPr="00F97DBD" w:rsidRDefault="00F24489" w:rsidP="00F24489">
      <w:pPr>
        <w:pStyle w:val="Text1-1"/>
      </w:pPr>
      <w:r w:rsidRPr="00F97DBD">
        <w:t>Objednatel se zavazuje řádně provedené Dílo převzít a za řádně provedené a předané Dílo zaplatit Zhotoviteli za podmínek stanovených to</w:t>
      </w:r>
      <w:r w:rsidR="0017270D">
        <w:t>uto Smlouvou Cenu Díla, přičemž </w:t>
      </w:r>
      <w:r w:rsidRPr="00F97DBD">
        <w:t>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26D8A689" w:rsidR="00F24489" w:rsidRDefault="00DF4B6D" w:rsidP="00F24489">
      <w:pPr>
        <w:pStyle w:val="Textbezslovn"/>
      </w:pPr>
      <w:r w:rsidRPr="00AA59BE">
        <w:t>Rekapitulace Ceny Díla dle objektů stavebních částí (SO) a objektů provozních částí (PS) je uvedena v</w:t>
      </w:r>
      <w:r w:rsidR="00F87C8D" w:rsidRPr="00AA59BE">
        <w:t> </w:t>
      </w:r>
      <w:hyperlink w:anchor="ListAnnex04" w:history="1">
        <w:r w:rsidRPr="00AA59BE">
          <w:rPr>
            <w:rStyle w:val="Hypertextovodkaz"/>
            <w:rFonts w:cs="Calibri"/>
            <w:color w:val="auto"/>
          </w:rPr>
          <w:t>Příloze č. 4</w:t>
        </w:r>
      </w:hyperlink>
      <w:r w:rsidRPr="00AA59BE">
        <w:t xml:space="preserve"> této Smlouvy.</w:t>
      </w:r>
    </w:p>
    <w:p w14:paraId="5F7F2D80" w14:textId="2A3719A2" w:rsidR="00F24489" w:rsidRPr="00F97DBD" w:rsidRDefault="00F24489" w:rsidP="00F24489">
      <w:pPr>
        <w:pStyle w:val="Text1-1"/>
      </w:pPr>
      <w:r w:rsidRPr="00F97DBD">
        <w:t>Smluvní strany se dohodly, že Zhotovitel na sebe přebí</w:t>
      </w:r>
      <w:r w:rsidR="0017270D">
        <w:t>rá nebezpečí změny okolností ve </w:t>
      </w:r>
      <w:r w:rsidRPr="00F97DBD">
        <w:t xml:space="preserve">smyslu </w:t>
      </w:r>
      <w:proofErr w:type="spellStart"/>
      <w:r w:rsidRPr="00F97DBD">
        <w:t>ust</w:t>
      </w:r>
      <w:proofErr w:type="spellEnd"/>
      <w:r w:rsidRPr="00F97DBD">
        <w:t>. § 1765 odst. 2 a § 2620 odst. 2 občanského zákoníku. Tzn., že Zhotoviteli nevznikne vůči Objednateli při změně okolností práv</w:t>
      </w:r>
      <w:r w:rsidR="0017270D">
        <w:t>o domáhat se obnovení jednání o </w:t>
      </w:r>
      <w:r w:rsidRPr="00F97DBD">
        <w:t>Smlouvě ani zvýšení Ceny za Dílo ani zrušení Smlouvy.</w:t>
      </w:r>
    </w:p>
    <w:p w14:paraId="2D017486" w14:textId="5910E3CB" w:rsidR="00F24489" w:rsidRPr="00AA59BE" w:rsidRDefault="00F24489" w:rsidP="00F24489">
      <w:pPr>
        <w:pStyle w:val="Text1-1"/>
      </w:pPr>
      <w:r w:rsidRPr="00AA59BE">
        <w:t xml:space="preserve">Objednatel prohlašuje, že je ve vztahu k přijatým plněním v rozsahu předmětu Díla, týkajících se výstavby, oprav a rekonstrukce železniční </w:t>
      </w:r>
      <w:r w:rsidR="0017270D">
        <w:t>infrastruktury (zatříděných dle </w:t>
      </w:r>
      <w:r w:rsidRPr="00AA59BE">
        <w:t>klasifikace produkce CZ-CPA pod kódy č. 41-43) na</w:t>
      </w:r>
      <w:r w:rsidR="0017270D">
        <w:t xml:space="preserve"> území České republiky, u nichž </w:t>
      </w:r>
      <w:r w:rsidRPr="00AA59BE">
        <w:t>je mezi plátci v tuzemsku uplatňován</w:t>
      </w:r>
      <w:r w:rsidRPr="00AA59BE">
        <w:rPr>
          <w:rStyle w:val="OdstavecsmlouvyChar"/>
          <w:rFonts w:eastAsiaTheme="minorHAnsi"/>
        </w:rPr>
        <w:t xml:space="preserve"> </w:t>
      </w:r>
      <w:r w:rsidRPr="00AA59BE">
        <w:t xml:space="preserve">režim přenesení daňové povinnosti dle </w:t>
      </w:r>
      <w:proofErr w:type="spellStart"/>
      <w:r w:rsidRPr="00AA59BE">
        <w:t>ust</w:t>
      </w:r>
      <w:proofErr w:type="spellEnd"/>
      <w:r w:rsidRPr="00AA59BE">
        <w:t xml:space="preserve">. § 92a, zákona č. 235/2004 Sb., o dani z přidané hodnoty, ve </w:t>
      </w:r>
      <w:r w:rsidR="0017270D">
        <w:t>znění pozdějších předpisů (dále </w:t>
      </w:r>
      <w:r w:rsidRPr="00AA59BE">
        <w:t xml:space="preserve">jen „zákona o DPH“), osobou povinnou k dani dle </w:t>
      </w:r>
      <w:proofErr w:type="spellStart"/>
      <w:r w:rsidRPr="00AA59BE">
        <w:t>ust</w:t>
      </w:r>
      <w:proofErr w:type="spellEnd"/>
      <w:r w:rsidRPr="00AA59BE">
        <w:t xml:space="preserve">. </w:t>
      </w:r>
      <w:r w:rsidR="0017270D">
        <w:t>§ 5 odst. 1 zákona o DPH, neboť </w:t>
      </w:r>
      <w:r w:rsidRPr="00AA59BE">
        <w:t>přijatá plnění použije pro svou ekonomickou činnost, a je</w:t>
      </w:r>
      <w:r w:rsidR="0017270D">
        <w:t xml:space="preserve"> tedy osobou povinnou přiznat a </w:t>
      </w:r>
      <w:r w:rsidRPr="00AA59BE">
        <w:t xml:space="preserve">zaplatit DPH dle </w:t>
      </w:r>
      <w:proofErr w:type="spellStart"/>
      <w:r w:rsidRPr="00AA59BE">
        <w:t>ust</w:t>
      </w:r>
      <w:proofErr w:type="spellEnd"/>
      <w:r w:rsidRPr="00AA59BE">
        <w: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0C0C1D6C" w:rsidR="00F24489" w:rsidRDefault="00F24489" w:rsidP="00F24489">
      <w:pPr>
        <w:pStyle w:val="Text1-1"/>
      </w:pPr>
      <w:r w:rsidRPr="00F97DBD">
        <w:t>Zhotovitel se v souladu se svou nabídkou zavazuje dokončit a předat Objednateli Dílo nebo jeho jednotlivé části v termínech uvedených v harmonogramu obsaženém v</w:t>
      </w:r>
      <w:r w:rsidR="0017270D">
        <w:t> </w:t>
      </w:r>
      <w:hyperlink w:anchor="ListAnnex04" w:history="1">
        <w:r w:rsidR="0017270D">
          <w:rPr>
            <w:rStyle w:val="Hypertextovodkaz"/>
            <w:rFonts w:cs="Calibri"/>
            <w:color w:val="auto"/>
          </w:rPr>
          <w:t>Příloze </w:t>
        </w:r>
        <w:r w:rsidRPr="00F97DBD">
          <w:rPr>
            <w:rStyle w:val="Hypertextovodkaz"/>
            <w:rFonts w:cs="Calibri"/>
            <w:color w:val="auto"/>
          </w:rPr>
          <w:t>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ECD17F1" w:rsidR="00F24489" w:rsidRPr="00F24489" w:rsidRDefault="00F24489" w:rsidP="00F24489">
      <w:pPr>
        <w:pStyle w:val="Textbezslovn"/>
        <w:rPr>
          <w:b/>
        </w:rPr>
      </w:pPr>
      <w:r w:rsidRPr="00F24489">
        <w:rPr>
          <w:b/>
        </w:rPr>
        <w:t>Zahájení stavebních prací: dnem předání Staveni</w:t>
      </w:r>
      <w:r w:rsidR="00AA59BE">
        <w:rPr>
          <w:b/>
        </w:rPr>
        <w:t>ště dle odst. 4.1.1 Přílohy č.2</w:t>
      </w:r>
      <w:r w:rsidRPr="00F24489">
        <w:rPr>
          <w:b/>
        </w:rPr>
        <w:t>b) Smlouvy.</w:t>
      </w:r>
    </w:p>
    <w:p w14:paraId="0BD62631" w14:textId="60E62C6D" w:rsidR="00F24489" w:rsidRPr="00F24489" w:rsidRDefault="00F24489" w:rsidP="00F24489">
      <w:pPr>
        <w:pStyle w:val="Textbezslovn"/>
        <w:rPr>
          <w:b/>
        </w:rPr>
      </w:pPr>
      <w:r w:rsidRPr="00F24489">
        <w:rPr>
          <w:b/>
        </w:rPr>
        <w:t>Celková lhůta</w:t>
      </w:r>
      <w:r w:rsidR="00AA59BE">
        <w:rPr>
          <w:b/>
        </w:rPr>
        <w:t xml:space="preserve"> pro dokončení Díla činí celkem 4 měsíce</w:t>
      </w:r>
      <w:r w:rsidRPr="00F24489">
        <w:rPr>
          <w:b/>
        </w:rPr>
        <w:t xml:space="preserve"> ode Dne zahájení stavebních prací (dokladem prokazujícím, že Zh</w:t>
      </w:r>
      <w:r w:rsidR="0017270D">
        <w:rPr>
          <w:b/>
        </w:rPr>
        <w:t>otovitel dokončil celé Dílo, je </w:t>
      </w:r>
      <w:r w:rsidRPr="00F24489">
        <w:rPr>
          <w:b/>
        </w:rPr>
        <w:t>Předávací protokol dle odst. 10.4 Obchodních podmínek).</w:t>
      </w:r>
    </w:p>
    <w:p w14:paraId="3183DE99" w14:textId="51FE7170" w:rsidR="00F24489" w:rsidRDefault="00F24489" w:rsidP="00F24489">
      <w:pPr>
        <w:pStyle w:val="Textbezslovn"/>
      </w:pPr>
      <w:r w:rsidRPr="00F97DBD">
        <w:t xml:space="preserve">Lhůta pro dokončení stavebních prací činí </w:t>
      </w:r>
      <w:r w:rsidRPr="00AA59BE">
        <w:t xml:space="preserve">celkem </w:t>
      </w:r>
      <w:r w:rsidR="00AA59BE" w:rsidRPr="00AA59BE">
        <w:rPr>
          <w:b/>
        </w:rPr>
        <w:t>4 měsíce</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DA6DEC5" w14:textId="22BA80CB" w:rsidR="00F24489" w:rsidRDefault="00F24489" w:rsidP="00F24489">
      <w:pPr>
        <w:pStyle w:val="Text1-1"/>
      </w:pPr>
      <w:r w:rsidRPr="00F97DBD">
        <w:lastRenderedPageBreak/>
        <w:t>Místo plnění je dáno místem, v němž má b</w:t>
      </w:r>
      <w:r w:rsidRPr="00AA59BE">
        <w:t xml:space="preserve">ýt </w:t>
      </w:r>
      <w:r w:rsidR="00AA59BE" w:rsidRPr="00AA59BE">
        <w:t xml:space="preserve">Dílo </w:t>
      </w:r>
      <w:r w:rsidR="00513588" w:rsidRPr="00AA59BE">
        <w:t>dle Projektové dokumentace</w:t>
      </w:r>
      <w:r w:rsidRPr="00F97DBD">
        <w:t xml:space="preserve"> umístěno.</w:t>
      </w:r>
    </w:p>
    <w:p w14:paraId="75613D22" w14:textId="62A3DDF2" w:rsidR="00F24489" w:rsidRPr="00AA59BE" w:rsidRDefault="00F24489" w:rsidP="00F24489">
      <w:pPr>
        <w:pStyle w:val="Text1-1"/>
      </w:pPr>
      <w:r w:rsidRPr="00AA59BE">
        <w:t>Zhotovitel se zavazuje zajistit realizaci prací na Díle tak, aby v případě nepřetržitých výluk trvajících více než 36 hodin probíhala r</w:t>
      </w:r>
      <w:r w:rsidR="00AE34C1" w:rsidRPr="00AA59BE">
        <w:t>ealizace prací na Díle</w:t>
      </w:r>
      <w:r w:rsidRPr="00AA59BE">
        <w:t xml:space="preserv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5ACD8494"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w:t>
      </w:r>
      <w:r w:rsidR="00AE1ACB">
        <w:t>ch podmínek, ustanovení čl. 14,</w:t>
      </w:r>
      <w:r w:rsidRPr="00BA17AE">
        <w:t xml:space="preserve"> čl. 15, čl. 20.19 a čl. 21.1.3 Obchodních podmínek se tedy nepoužije.</w:t>
      </w:r>
    </w:p>
    <w:p w14:paraId="739DE782" w14:textId="369E5B22"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specifikovaná, </w:t>
      </w:r>
      <w:r w:rsidR="0017270D">
        <w:t>včetně úhrady za </w:t>
      </w:r>
      <w:r w:rsidRPr="00464C92">
        <w:t>ni a s ní související, v odst. 3.1</w:t>
      </w:r>
      <w:r w:rsidRPr="000221A0">
        <w:t>5 a v odst.</w:t>
      </w:r>
      <w:r>
        <w:t xml:space="preserve"> </w:t>
      </w:r>
      <w:r w:rsidRPr="000221A0">
        <w:t>3.17 Obchodních podmínek, nebo o výluku překročenou, která je blíže specifikovaná, včetně úhrady za</w:t>
      </w:r>
      <w:r w:rsidR="0017270D">
        <w:t xml:space="preserve"> ni a s ní související, v odst. </w:t>
      </w:r>
      <w:r w:rsidRPr="000221A0">
        <w:t>3.16 a v odst.</w:t>
      </w:r>
      <w:r>
        <w:t xml:space="preserve"> </w:t>
      </w:r>
      <w:r w:rsidRPr="00464C92">
        <w:t>3.17</w:t>
      </w:r>
      <w:r w:rsidRPr="000221A0">
        <w:t xml:space="preserve"> Obchodních</w:t>
      </w:r>
      <w:r>
        <w:t xml:space="preserve"> </w:t>
      </w:r>
      <w:r w:rsidRPr="00464C92">
        <w:t>podmínek</w:t>
      </w:r>
      <w:r>
        <w:t>.</w:t>
      </w:r>
      <w:r w:rsidRPr="00464C92">
        <w:t xml:space="preserve">  </w:t>
      </w:r>
    </w:p>
    <w:p w14:paraId="5CAD9F7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1265A276" w:rsidR="00F14C08" w:rsidRDefault="00F14C08" w:rsidP="00214C3E">
      <w:pPr>
        <w:pStyle w:val="Text1-1"/>
      </w:pPr>
      <w:r w:rsidRPr="00572323">
        <w:t>Objednatel si vyhrazuje změnu zhotovitele v průběhu pln</w:t>
      </w:r>
      <w:r w:rsidR="0017270D">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17270D">
        <w:t xml:space="preserve"> za podmínek dle čl. 14 Výzvy k </w:t>
      </w:r>
      <w:r w:rsidRPr="00572323">
        <w:t>podání nabídky. V takovém případě je Zhotovitel p</w:t>
      </w:r>
      <w:r w:rsidR="0017270D">
        <w:t>ovinen poskytnout Objednateli a </w:t>
      </w:r>
      <w:r w:rsidRPr="00572323">
        <w:t>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6DADD364" w:rsidR="00214C3E" w:rsidRPr="00055FC4" w:rsidRDefault="00214C3E" w:rsidP="00214C3E">
      <w:pPr>
        <w:pStyle w:val="Textbezslovn"/>
      </w:pPr>
      <w:r w:rsidRPr="00055FC4">
        <w:t>Jména a kontaktní údaje oprávněných osob jsou uveden</w:t>
      </w:r>
      <w:r w:rsidR="0017270D">
        <w:t>a v příloze č. 6 Smlouvy. Každá </w:t>
      </w:r>
      <w:r w:rsidRPr="00055FC4">
        <w:t>ze smluvních stran je oprávněna jednostranně</w:t>
      </w:r>
      <w:r w:rsidR="0017270D">
        <w:t xml:space="preserve"> změnit své oprávněné osoby, je </w:t>
      </w:r>
      <w:r w:rsidRPr="00055FC4">
        <w:t>však povinna na takovou změnu druhou smluvní</w:t>
      </w:r>
      <w:r w:rsidR="0017270D">
        <w:t xml:space="preserve"> stranu písemně upozornit, a to </w:t>
      </w:r>
      <w:r w:rsidRPr="00055FC4">
        <w:t>nejpozději do tří (3) pracovních dnů před účinností změny. Účinnost změny oprávněných osob vůči druhé smluvní straně nastává uplynutím třetího (3.) pracovního dne po doručení oznámení o této změně. Změna oprá</w:t>
      </w:r>
      <w:r w:rsidR="0017270D">
        <w:t>vněných osob není považována za </w:t>
      </w:r>
      <w:r w:rsidRPr="00055FC4">
        <w:t xml:space="preserve">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w:t>
      </w:r>
      <w:r w:rsidR="0017270D">
        <w:t>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lastRenderedPageBreak/>
        <w:t>Bod 7.5.2 Obchodních podmínek se mění takto:</w:t>
      </w:r>
    </w:p>
    <w:p w14:paraId="0861F9DA" w14:textId="2130A1E0" w:rsidR="00214C3E" w:rsidRDefault="00214C3E" w:rsidP="00214C3E">
      <w:pPr>
        <w:pStyle w:val="Textbezslovn"/>
      </w:pPr>
      <w:r>
        <w:t>Poddodavatelé uvedení v příloze č. 8 Smlouvy, jejich p</w:t>
      </w:r>
      <w:r w:rsidR="0017270D">
        <w:t>odíl v % na provádění Díla nebo </w:t>
      </w:r>
      <w:r>
        <w:t>předmět jejich poddodávky je možné v pr</w:t>
      </w:r>
      <w:r w:rsidR="0017270D">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w:t>
      </w:r>
      <w:r w:rsidR="0017270D">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35397F10" w:rsidR="00214C3E" w:rsidRPr="00B11051" w:rsidRDefault="00214C3E" w:rsidP="00B11051">
      <w:pPr>
        <w:pStyle w:val="Text1-1"/>
      </w:pPr>
      <w:r w:rsidRPr="00B11051">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6BB7BA54" w:rsidR="005158D6" w:rsidRPr="00B11051" w:rsidRDefault="001C513F" w:rsidP="00B11051">
      <w:pPr>
        <w:pStyle w:val="Text1-1"/>
      </w:pPr>
      <w:r w:rsidRPr="00B11051">
        <w:t>Bod 13.3</w:t>
      </w:r>
      <w:r w:rsidR="005158D6" w:rsidRPr="00B11051">
        <w:t xml:space="preserve"> Obchodních podmínek se mění takto: </w:t>
      </w:r>
    </w:p>
    <w:p w14:paraId="5E5D0127" w14:textId="604535FA" w:rsidR="00281F25" w:rsidRDefault="00281F25" w:rsidP="00281F25">
      <w:pPr>
        <w:pStyle w:val="Text1-1"/>
        <w:numPr>
          <w:ilvl w:val="0"/>
          <w:numId w:val="0"/>
        </w:numPr>
        <w:ind w:left="737"/>
      </w:pPr>
      <w:r w:rsidRPr="00B11051">
        <w:t>„Zhotovitel vyhotoví každý daňový doklad</w:t>
      </w:r>
      <w:r w:rsidR="003D6BAD" w:rsidRPr="00B11051">
        <w:t xml:space="preserve"> </w:t>
      </w:r>
      <w:r w:rsidRPr="00B11051">
        <w:t xml:space="preserve">v elektronické podobě. Po dokončení Díla Zhotovitel vyhotoví a </w:t>
      </w:r>
      <w:r w:rsidR="005363B1" w:rsidRPr="00B11051">
        <w:t>zašle</w:t>
      </w:r>
      <w:r w:rsidRPr="00B11051">
        <w:t xml:space="preserve"> Objednateli konečný daňový doklad. Daňové doklady</w:t>
      </w:r>
      <w:r w:rsidR="0017270D">
        <w:t>, vč. </w:t>
      </w:r>
      <w:r w:rsidRPr="00B11051">
        <w:t xml:space="preserve">všech příloh, budou zasílány na e-mailovou adresu pro </w:t>
      </w:r>
      <w:r w:rsidR="003D6BAD" w:rsidRPr="00B11051">
        <w:t xml:space="preserve">zasílání elektronických faktur </w:t>
      </w:r>
      <w:r w:rsidRPr="00B11051">
        <w:t>uvedenou v </w:t>
      </w:r>
      <w:r w:rsidR="003D6BAD" w:rsidRPr="00B11051">
        <w:t>kontaktu</w:t>
      </w:r>
      <w:r w:rsidRPr="00B11051">
        <w:t xml:space="preserve"> objednatele. V případě technických problémů s vyhotovením elektronické podoby daňového dokladu či jeho příloh</w:t>
      </w:r>
      <w:r w:rsidR="0017270D">
        <w:t xml:space="preserve"> (např. nečitelnost </w:t>
      </w:r>
      <w:proofErr w:type="spellStart"/>
      <w:r w:rsidR="0017270D">
        <w:t>scanu</w:t>
      </w:r>
      <w:proofErr w:type="spellEnd"/>
      <w:r w:rsidR="0017270D">
        <w:t>) bude </w:t>
      </w:r>
      <w:r w:rsidRPr="00B11051">
        <w:t>objednatel akceptovat daňový doklad doručený v listinné podobě.“</w:t>
      </w:r>
    </w:p>
    <w:p w14:paraId="6A281F8A" w14:textId="2D07B78A" w:rsidR="007A6B0E" w:rsidRPr="00B11051" w:rsidRDefault="00B11051" w:rsidP="00996CF3">
      <w:pPr>
        <w:pStyle w:val="Text1-1"/>
        <w:numPr>
          <w:ilvl w:val="1"/>
          <w:numId w:val="6"/>
        </w:numPr>
      </w:pPr>
      <w:r w:rsidRPr="00B11051">
        <w:t>Neobsazeno</w:t>
      </w:r>
    </w:p>
    <w:p w14:paraId="249F5121" w14:textId="77777777" w:rsidR="006D5FA9" w:rsidRPr="00B11051" w:rsidRDefault="00214C3E" w:rsidP="00214C3E">
      <w:pPr>
        <w:pStyle w:val="Text1-1"/>
      </w:pPr>
      <w:r w:rsidRPr="00B11051">
        <w:t xml:space="preserve">Bod 13.9 Obchodních podmínek se mění takto: </w:t>
      </w:r>
    </w:p>
    <w:p w14:paraId="60F9ED98" w14:textId="3A4020C5" w:rsidR="006D5FA9" w:rsidRPr="00B11051" w:rsidRDefault="00B11051" w:rsidP="006D5FA9">
      <w:pPr>
        <w:pStyle w:val="Text1-1"/>
        <w:numPr>
          <w:ilvl w:val="0"/>
          <w:numId w:val="0"/>
        </w:numPr>
        <w:ind w:left="737"/>
      </w:pPr>
      <w:r w:rsidRPr="00B11051">
        <w:t xml:space="preserve"> </w:t>
      </w:r>
      <w:r w:rsidR="006D5FA9" w:rsidRPr="00B11051">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2E315D66"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60F4091B"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17270D">
        <w:t xml:space="preserve"> méně než </w:t>
      </w:r>
      <w:r>
        <w:t>10.000,- Kč</w:t>
      </w:r>
    </w:p>
    <w:p w14:paraId="7DB3AF70" w14:textId="7907D323" w:rsidR="00214C3E" w:rsidRDefault="00214C3E" w:rsidP="00214C3E">
      <w:pPr>
        <w:pStyle w:val="Odstavec1-1a"/>
      </w:pPr>
      <w:r>
        <w:lastRenderedPageBreak/>
        <w:t>u pokut stanovených jako 0,5 % ceny nemůže výsledná částka pokuty za každý případ porušení povinnosti nebo za každý den započatý den prodlení</w:t>
      </w:r>
      <w:r w:rsidR="00AE34C1">
        <w:t xml:space="preserve"> činit</w:t>
      </w:r>
      <w:r>
        <w:t xml:space="preserve"> méně n</w:t>
      </w:r>
      <w:r w:rsidR="0017270D">
        <w:t>ež </w:t>
      </w:r>
      <w:r>
        <w:t>20.000,- Kč</w:t>
      </w:r>
    </w:p>
    <w:p w14:paraId="715E518C" w14:textId="661FB513"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rsidR="0017270D">
        <w:t xml:space="preserve"> méně než </w:t>
      </w:r>
      <w:r>
        <w:t>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4D753014" w:rsidR="00214C3E" w:rsidRDefault="00214C3E" w:rsidP="00214C3E">
      <w:pPr>
        <w:pStyle w:val="Text1-1"/>
      </w:pPr>
      <w:r>
        <w:t>V bodě 22.1.1 a 22.1.2 Obchodních podmínek se lhůty upravují na třicet (30) dní.</w:t>
      </w:r>
    </w:p>
    <w:p w14:paraId="4FFBECB1" w14:textId="7324E34B" w:rsidR="00AE34C1" w:rsidRPr="00AE34C1" w:rsidRDefault="00AE34C1" w:rsidP="00AE34C1">
      <w:pPr>
        <w:pStyle w:val="Text1-1"/>
      </w:pPr>
      <w:r w:rsidRPr="00AE34C1">
        <w:t>Objednatel vydá na žádost Zhotovitele/ společníka/ p</w:t>
      </w:r>
      <w:r w:rsidR="0017270D">
        <w:t>oddodavatele/ člena koncernu, v </w:t>
      </w:r>
      <w:r w:rsidRPr="00AE34C1">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EB429A1" w14:textId="0A6FA530" w:rsidR="00AE34C1" w:rsidRPr="00AE34C1" w:rsidRDefault="00AE34C1" w:rsidP="00996CF3">
      <w:pPr>
        <w:pStyle w:val="Odstavec1-1a"/>
        <w:numPr>
          <w:ilvl w:val="0"/>
          <w:numId w:val="19"/>
        </w:numPr>
      </w:pPr>
      <w:r w:rsidRPr="00AE34C1">
        <w:t>hodnota provedených prací Zhotovitelem, včetn</w:t>
      </w:r>
      <w:r w:rsidR="0017270D">
        <w:t>ě hodnoty vyhrazeného plnění, v </w:t>
      </w:r>
      <w:r w:rsidRPr="00AE34C1">
        <w:t xml:space="preserve">případě dvou a více společníků specifikovaná v Kč dle jednotlivých společníků, </w:t>
      </w:r>
    </w:p>
    <w:p w14:paraId="30ADCB79" w14:textId="2A5FFA1F"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w:t>
      </w:r>
      <w:r w:rsidR="0017270D">
        <w:t xml:space="preserve"> koncernu, a to jak v Kč, tak v </w:t>
      </w:r>
      <w:r w:rsidRPr="00AE34C1">
        <w:t>%, včetně věcného rozsahu plnění (označení dle čísel a názvů jednotlivých PS a SO, případně jiným vhodným způsobem, nelze-li označit dle SO a PS).</w:t>
      </w:r>
    </w:p>
    <w:p w14:paraId="1663AD76" w14:textId="76716216" w:rsidR="00AE34C1" w:rsidRPr="00AE34C1" w:rsidRDefault="00AE34C1" w:rsidP="00AE34C1">
      <w:pPr>
        <w:spacing w:after="120"/>
        <w:ind w:left="737"/>
        <w:jc w:val="both"/>
      </w:pPr>
      <w:r w:rsidRPr="00AE34C1">
        <w:t>Součet hodnot dle v</w:t>
      </w:r>
      <w:r w:rsidR="00B11051">
        <w:t xml:space="preserve">ýše uvedeného </w:t>
      </w:r>
      <w:proofErr w:type="spellStart"/>
      <w:r w:rsidR="00B11051">
        <w:t>písm.a</w:t>
      </w:r>
      <w:proofErr w:type="spellEnd"/>
      <w:r w:rsidR="00B11051">
        <w:t xml:space="preserve">) a </w:t>
      </w:r>
      <w:proofErr w:type="spellStart"/>
      <w:proofErr w:type="gramStart"/>
      <w:r w:rsidR="00B11051">
        <w:t>písm.b</w:t>
      </w:r>
      <w:proofErr w:type="spellEnd"/>
      <w:r w:rsidR="00B11051">
        <w:t xml:space="preserve">) </w:t>
      </w:r>
      <w:r w:rsidRPr="00AE34C1">
        <w:t>se</w:t>
      </w:r>
      <w:proofErr w:type="gramEnd"/>
      <w:r w:rsidRPr="00AE34C1">
        <w:t xml:space="preserve"> musí rovnat 100% hodnotě veškerých prací provedených v souladu se Smlouvou.</w:t>
      </w:r>
    </w:p>
    <w:p w14:paraId="23C249DB" w14:textId="4A4DB3B4"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w:t>
      </w:r>
      <w:r w:rsidR="0017270D">
        <w:t>ění veřejné zakázky uvedeného v </w:t>
      </w:r>
      <w:r w:rsidRPr="00AE34C1">
        <w:t>příloze č.</w:t>
      </w:r>
      <w:r w:rsidR="00B11051">
        <w:t xml:space="preserve"> </w:t>
      </w:r>
      <w:r w:rsidRPr="00AE34C1">
        <w:t>10 této Smlouvy o dílo, pokud o něj Zhotovitel/ společníci/ poddodavatelé/ členové koncernu požádají. Osvědčení o řádném plnění veřejné zakázky bude vyhotoveno výhradně ve stejném znění platném pro vše</w:t>
      </w:r>
      <w:r w:rsidR="0017270D">
        <w:t>chny subjekty, podílející se na </w:t>
      </w:r>
      <w:r w:rsidRPr="00AE34C1">
        <w:t>plnění Díla (Zhotovitel/ společníci/ poddodavatelé/ členové koncernu).</w:t>
      </w:r>
    </w:p>
    <w:p w14:paraId="2C84B0AA" w14:textId="73069CF9" w:rsidR="00AE4254" w:rsidRDefault="00AE4254" w:rsidP="00AE4254">
      <w:pPr>
        <w:pStyle w:val="Text1-1"/>
      </w:pPr>
      <w:r>
        <w:t>Smluvní strany stvrzují, že při uzavírání této smlouvy</w:t>
      </w:r>
      <w:r w:rsidR="0017270D">
        <w:t xml:space="preserve"> jednaly a postupovaly čestně a </w:t>
      </w:r>
      <w:r>
        <w:t>transparentně a zavazují se tak jednat i při plnění této smlouvy a veškerých činnostech s ní souvisejících. Každá ze smluvních stran se zavazuje jednat v souladu se zásadami, hodnotami a cíli compliance programů a etických hodno</w:t>
      </w:r>
      <w:r w:rsidR="0017270D">
        <w:t>t druhé smluvní strany, pakliže </w:t>
      </w:r>
      <w:r>
        <w:t xml:space="preserve">těmito dokumenty dotčené smluvní strany </w:t>
      </w:r>
      <w:r w:rsidR="0017270D">
        <w:t>disponují, a jsou uveřejněny na </w:t>
      </w:r>
      <w:r>
        <w:t xml:space="preserve">webových stránkách smluvních stran (společností). Správa železnic, státní organizace, má výše uvedené dokumenty k dispozici na </w:t>
      </w:r>
      <w:proofErr w:type="gramStart"/>
      <w:r>
        <w:t>webových  stránkách</w:t>
      </w:r>
      <w:proofErr w:type="gramEnd"/>
      <w:r>
        <w:t xml:space="preserve">: </w:t>
      </w:r>
      <w:hyperlink r:id="rId11" w:history="1">
        <w:r w:rsidRPr="00A85200">
          <w:rPr>
            <w:rStyle w:val="Hypertextovodkaz"/>
            <w:noProof w:val="0"/>
          </w:rPr>
          <w:t>https://www.spravazeleznic.cz/o-nas/nazadouci-jednani-a-boj-s-korupci</w:t>
        </w:r>
      </w:hyperlink>
      <w:r>
        <w:t>.</w:t>
      </w:r>
    </w:p>
    <w:p w14:paraId="16C76EFC" w14:textId="6E7CDEA0" w:rsidR="00F24489" w:rsidRDefault="00214C3E" w:rsidP="00214C3E">
      <w:pPr>
        <w:pStyle w:val="Nadpis1-1"/>
      </w:pPr>
      <w:r w:rsidRPr="00214C3E">
        <w:t>ZPRACOVÁNÍ OSOBNÍCH ÚDAJŮ</w:t>
      </w:r>
    </w:p>
    <w:p w14:paraId="7BF96E5E" w14:textId="3C50E487" w:rsidR="00214C3E" w:rsidRPr="00214C3E" w:rsidRDefault="00214C3E" w:rsidP="00214C3E">
      <w:pPr>
        <w:pStyle w:val="Text1-1"/>
      </w:pPr>
      <w:r>
        <w:t>Zhotovitel bude pro Objednatele zpracovávat osobní úd</w:t>
      </w:r>
      <w:r w:rsidR="0017270D">
        <w:t>aje třetích stran, které jsou v </w:t>
      </w:r>
      <w:r>
        <w:t>souladu s platnou právní úpravou nezbytné pro uza</w:t>
      </w:r>
      <w:r w:rsidR="0017270D">
        <w:t>vření smluv uvedených v Příloze </w:t>
      </w:r>
      <w:r>
        <w:t>č.2b) této Smlouvy</w:t>
      </w:r>
      <w:r w:rsidRPr="00214C3E">
        <w:t>. Pokud Zhotovitel bude zpracovávat na základě výslovného pokynu Objednatele osobní údaje, které nejsou uvede</w:t>
      </w:r>
      <w:r w:rsidR="0017270D">
        <w:t>ny v předchozí větě, budou tyto </w:t>
      </w:r>
      <w:r w:rsidRPr="00214C3E">
        <w:t>další osobní údaje zpracovávány za stejných podmínek.</w:t>
      </w:r>
    </w:p>
    <w:p w14:paraId="2B0C0E86" w14:textId="2753516C"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w:t>
      </w:r>
      <w:r w:rsidR="0017270D">
        <w:t xml:space="preserve">o ochraně osobních </w:t>
      </w:r>
      <w:proofErr w:type="gramStart"/>
      <w:r w:rsidR="0017270D">
        <w:t>údajů) (dále</w:t>
      </w:r>
      <w:proofErr w:type="gramEnd"/>
      <w:r w:rsidR="0017270D">
        <w:t> </w:t>
      </w:r>
      <w:r>
        <w:t>jen GDPR), které se na něj jako na zpracovatele vztahují a plnění těchto povinností na vyžádání doložit Objednateli.</w:t>
      </w:r>
    </w:p>
    <w:p w14:paraId="1E6B69C6" w14:textId="1097596D" w:rsidR="00D65992" w:rsidRPr="00D65992" w:rsidRDefault="00D65992" w:rsidP="00D65992">
      <w:pPr>
        <w:pStyle w:val="Nadpis1-1"/>
      </w:pPr>
      <w:r w:rsidRPr="00D65992">
        <w:lastRenderedPageBreak/>
        <w:t>Odpovědné zadávání</w:t>
      </w:r>
    </w:p>
    <w:p w14:paraId="0A5E6AC0" w14:textId="2E470A07"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w:t>
      </w:r>
      <w:r w:rsidR="0017270D">
        <w:t> </w:t>
      </w:r>
      <w:r>
        <w:t>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w:t>
      </w:r>
      <w:r w:rsidR="0017270D">
        <w:t>dpisem této smlouvy výslovně na </w:t>
      </w:r>
      <w:r w:rsidRPr="00102D47">
        <w:t xml:space="preserve">vědomí tuto povinnost </w:t>
      </w:r>
      <w:r>
        <w:t>objednatele</w:t>
      </w:r>
      <w:r w:rsidRPr="00102D47">
        <w:t>, jakož i veškeré</w:t>
      </w:r>
      <w:r w:rsidR="0017270D">
        <w:t xml:space="preserve"> s tím související požadavky na </w:t>
      </w:r>
      <w:r>
        <w:t>Zhotovitele v daném ohledu kladené, které jsou jako jednotlivé prvky odpovědného zadávání uvedeny v následujících ustanovení tohoto článku smlouvy</w:t>
      </w:r>
      <w:r w:rsidR="00AE34C1">
        <w:t>.</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1121FA4" w14:textId="088A8531" w:rsidR="00AE34C1" w:rsidRDefault="00236CEB" w:rsidP="00AE34C1">
      <w:pPr>
        <w:pStyle w:val="Text1-2"/>
      </w:pPr>
      <w:r>
        <w:t>Zhotovitel se zavazuje ujednat si s dalšími osobami, které se na jeho straně podílejí na realizaci Díla, a jsou podnikateli (dále jen „smluvní partneři Zhotovitele“), stejnou nebo kratší dobu splat</w:t>
      </w:r>
      <w:r w:rsidR="0017270D">
        <w:t>nosti daňových dokladů, jaká je </w:t>
      </w:r>
      <w:r>
        <w:t>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w:t>
      </w:r>
      <w:r w:rsidR="0017270D">
        <w:t>de </w:t>
      </w:r>
      <w:r>
        <w:t>anonymizována tak, aby neobsahovala osobní údaje či obchodní tajemství dodavatele či smluvních partnerů Zhotovitele; musí z ní však vždy být zřejmé splnění povinnosti Zhotovitele dle tohoto odstavce smlouvy</w:t>
      </w:r>
      <w:r w:rsidR="00AE34C1">
        <w:t>.</w:t>
      </w:r>
    </w:p>
    <w:p w14:paraId="0301FAA6" w14:textId="2CF51B5E" w:rsidR="002B7828" w:rsidRDefault="00236CEB" w:rsidP="00AE34C1">
      <w:pPr>
        <w:pStyle w:val="Text1-2"/>
      </w:pPr>
      <w:r>
        <w:t>Zhotovitel se zavazuje uhradit smluvní pokutu v</w:t>
      </w:r>
      <w:r w:rsidR="0017270D">
        <w:t>e výši 10.000 Kč za každý byť i </w:t>
      </w:r>
      <w:r>
        <w:t>započatý den prodlení se splněním povinnosti předložit smluvní dokumentaci dle předchozího odstavce smlouvy. Zhotovitel se dále zavazuje uhradit smluvní pokutu ve výši 10.000 Kč za kaž</w:t>
      </w:r>
      <w:r w:rsidR="0017270D">
        <w:t>dý byť i započatý den, po který </w:t>
      </w:r>
      <w:r>
        <w:t>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35FD1262" w:rsidR="00214C3E" w:rsidRPr="00F83B3B" w:rsidRDefault="00214C3E" w:rsidP="00214C3E">
      <w:pPr>
        <w:pStyle w:val="Text1-1"/>
      </w:pPr>
      <w:r w:rsidRPr="00F97DBD">
        <w:t>Tuto Smlouvu je možné měnit pouze písemnou dohodou smluvních stran ve formě číslovaných dodatků této Smlouvy, podepsaných za ka</w:t>
      </w:r>
      <w:r w:rsidR="0017270D">
        <w:t>ždou smluvní stranu osobou nebo </w:t>
      </w:r>
      <w:r w:rsidRPr="00F97DBD">
        <w:t>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65909F9" w14:textId="78FB66BE" w:rsidR="00AE34C1" w:rsidRDefault="00AE34C1" w:rsidP="00AE34C1">
      <w:pPr>
        <w:pStyle w:val="Text1-1"/>
      </w:pPr>
      <w:bookmarkStart w:id="4" w:name="_Ref214189956"/>
      <w:r w:rsidRPr="00F97DBD">
        <w:lastRenderedPageBreak/>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w:t>
      </w:r>
      <w:r w:rsidR="0017270D">
        <w:t> </w:t>
      </w:r>
      <w:r w:rsidRPr="00F97DBD">
        <w:t>předchozího písemného souhlasu druhé smluvní strany</w:t>
      </w:r>
      <w:r w:rsidRPr="004904BE">
        <w:t>, není-li jinde ve Smlouvě uvedeno jinak</w:t>
      </w:r>
      <w:r w:rsidRPr="00F97DBD">
        <w:t>.</w:t>
      </w:r>
    </w:p>
    <w:p w14:paraId="60E05D3D" w14:textId="42CACC86" w:rsidR="00AE34C1" w:rsidRPr="009A12BD" w:rsidRDefault="00AE34C1" w:rsidP="00AE34C1">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w:t>
      </w:r>
      <w:r w:rsidR="0017270D">
        <w:t>řevod jeho obchodního závodu či </w:t>
      </w:r>
      <w:r w:rsidRPr="009A12BD">
        <w:t>jeho části.</w:t>
      </w:r>
    </w:p>
    <w:p w14:paraId="257B5889" w14:textId="11A6206B" w:rsidR="00214C3E" w:rsidRPr="00F97DBD" w:rsidRDefault="00AE34C1" w:rsidP="00AE34C1">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8003951" w14:textId="0DC887F7" w:rsidR="00214C3E" w:rsidRPr="00F97DBD" w:rsidRDefault="00214C3E" w:rsidP="00214C3E">
      <w:pPr>
        <w:pStyle w:val="Text1-1"/>
      </w:pPr>
      <w:r w:rsidRPr="00F97DBD">
        <w:t>Ukončením účinnosti této Smlouvy nejsou dotčena ust</w:t>
      </w:r>
      <w:r w:rsidR="0017270D">
        <w:t>anovení Smlouvy ve znění jejích </w:t>
      </w:r>
      <w:r w:rsidRPr="00F97DBD">
        <w:t>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996B559" w:rsidR="00214C3E" w:rsidRPr="00F97DBD" w:rsidRDefault="00214C3E" w:rsidP="00214C3E">
      <w:pPr>
        <w:pStyle w:val="Text1-1"/>
      </w:pPr>
      <w:r w:rsidRPr="00F97DBD">
        <w:t>Pokud by se kterékoliv ustanovení této Sml</w:t>
      </w:r>
      <w:r w:rsidR="0017270D">
        <w:t>ouvy ukázalo být neplatným nebo </w:t>
      </w:r>
      <w:r w:rsidRPr="00F97DBD">
        <w:t>nevynutitelným, nebo se jím stalo po uzavření této Smlouvy, pak tato skutečnost nepůsobí neplatnost ani nevynutitelnost ostatních ustanovení této Smlou</w:t>
      </w:r>
      <w:r w:rsidR="0017270D">
        <w:t>vy, nevyplývá</w:t>
      </w:r>
      <w:r w:rsidR="0017270D">
        <w:noBreakHyphen/>
      </w:r>
      <w:r w:rsidRPr="00F97DBD">
        <w:t>li z donucujících ustanovení právních předpisů jinak.</w:t>
      </w:r>
      <w:r w:rsidR="0017270D">
        <w:t xml:space="preserve"> Smluvní strany se zavazují bez </w:t>
      </w:r>
      <w:r w:rsidRPr="00F97DBD">
        <w:t>zbytečného odkladu po výzvě kterékoliv strany takové neplatné či nevynutitelné ustanovení nahradit platným a vynutitelným ustanovením, které je svým obsahem nejbližší účelu neplatného či nevynutitelného ustanovení.</w:t>
      </w:r>
    </w:p>
    <w:p w14:paraId="1F1ACD7C" w14:textId="7A3DF98A" w:rsidR="00214C3E" w:rsidRDefault="00214C3E" w:rsidP="00214C3E">
      <w:pPr>
        <w:pStyle w:val="Text1-1"/>
      </w:pPr>
      <w:r w:rsidRPr="00F97DBD">
        <w:t xml:space="preserve">Tato Smlouva je vyhotovena ve </w:t>
      </w:r>
      <w:r w:rsidRPr="00C30DDE">
        <w:rPr>
          <w:highlight w:val="yellow"/>
        </w:rPr>
        <w:fldChar w:fldCharType="begin"/>
      </w:r>
      <w:r w:rsidRPr="00C30DDE">
        <w:rPr>
          <w:highlight w:val="yellow"/>
        </w:rPr>
        <w:instrText xml:space="preserve"> MACROBUTTON  VložitŠirokouMezeru "[VLOŽÍ ZHOTOVITEL]" </w:instrText>
      </w:r>
      <w:r w:rsidRPr="00C30DDE">
        <w:rPr>
          <w:highlight w:val="yellow"/>
        </w:rPr>
        <w:fldChar w:fldCharType="end"/>
      </w:r>
      <w:r w:rsidR="0017270D">
        <w:t>vyhotoveních, z nichž </w:t>
      </w:r>
      <w:r w:rsidRPr="00F97DBD">
        <w:t xml:space="preserve">Objednatel obdrží </w:t>
      </w:r>
      <w:r w:rsidR="004B406E">
        <w:rPr>
          <w:lang w:val="en-US"/>
        </w:rPr>
        <w:t>dvě</w:t>
      </w:r>
      <w:r>
        <w:t xml:space="preserve"> </w:t>
      </w:r>
      <w:r w:rsidRPr="000221A0">
        <w:t>vyhotovení</w:t>
      </w:r>
      <w:r w:rsidRPr="00F97DBD">
        <w:rPr>
          <w:b/>
        </w:rPr>
        <w:t xml:space="preserve"> </w:t>
      </w:r>
      <w:r w:rsidRPr="00F97DBD">
        <w:t xml:space="preserve">a Zhotovitel obdrží </w:t>
      </w:r>
      <w:r w:rsidRPr="00C30DDE">
        <w:rPr>
          <w:highlight w:val="yellow"/>
        </w:rPr>
        <w:fldChar w:fldCharType="begin"/>
      </w:r>
      <w:r w:rsidRPr="00C30DDE">
        <w:rPr>
          <w:highlight w:val="yellow"/>
        </w:rPr>
        <w:instrText xml:space="preserve"> MACROBUTTON  VložitŠirokouMezeru "[VLOŽÍ ZHOTOVITEL]" </w:instrText>
      </w:r>
      <w:r w:rsidRPr="00C30DDE">
        <w:rPr>
          <w:highlight w:val="yellow"/>
        </w:rPr>
        <w:fldChar w:fldCharType="end"/>
      </w:r>
      <w:r w:rsidRPr="00F97DBD">
        <w:t>vyhotovení.</w:t>
      </w:r>
    </w:p>
    <w:p w14:paraId="6249D441" w14:textId="2349E260" w:rsidR="00214C3E" w:rsidRPr="00516813" w:rsidRDefault="00214C3E" w:rsidP="00214C3E">
      <w:pPr>
        <w:pStyle w:val="Text1-1"/>
      </w:pPr>
      <w:r>
        <w:t xml:space="preserve">Obě Smluvní strany souhlasí </w:t>
      </w:r>
      <w:r w:rsidRPr="009A2D2E">
        <w:t>v souvislosti s aplikac</w:t>
      </w:r>
      <w:r w:rsidR="0017270D">
        <w:t>í zákona č. 340/2015 Sb. (zákon </w:t>
      </w:r>
      <w:r w:rsidRPr="009A2D2E">
        <w:t>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17270D">
        <w:t>ýjimkou Obchodních podmínek) na </w:t>
      </w:r>
      <w:r w:rsidRPr="00516813">
        <w:t>internetových stránkách Objednatele.</w:t>
      </w:r>
    </w:p>
    <w:p w14:paraId="4560A305" w14:textId="1EC7B5B6"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w:t>
      </w:r>
      <w:r w:rsidR="0017270D">
        <w:t>vce této smlouvy,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508B8F02" w:rsidR="00214C3E" w:rsidRPr="00516813" w:rsidRDefault="00214C3E" w:rsidP="00214C3E">
      <w:pPr>
        <w:pStyle w:val="Text1-1"/>
      </w:pPr>
      <w:r w:rsidRPr="00516813">
        <w:t>Jestliže smluvní strana označí za své obchodní tajem</w:t>
      </w:r>
      <w:r w:rsidR="0017270D">
        <w:t>ství část obsahu smlouvy, která </w:t>
      </w:r>
      <w:r w:rsidRPr="00516813">
        <w:t>v</w:t>
      </w:r>
      <w:r w:rsidR="00480470" w:rsidRPr="0048047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r w:rsidRPr="00516813">
        <w:lastRenderedPageBreak/>
        <w:t>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w:t>
      </w:r>
      <w:r w:rsidR="0017270D">
        <w:t>formace, které označil jako své </w:t>
      </w:r>
      <w:r w:rsidRPr="00516813">
        <w:t>obchodní tajemství, naplňují současně všechny definiční znaky obchodního tajemství, tak jak je vymezeno v</w:t>
      </w:r>
      <w:r w:rsidR="006E5B19">
        <w:t> </w:t>
      </w:r>
      <w:r w:rsidRPr="00516813">
        <w:t>ustanovení</w:t>
      </w:r>
      <w:r w:rsidR="006E5B19">
        <w:t xml:space="preserve"> </w:t>
      </w:r>
      <w:r w:rsidRPr="00516813">
        <w:t>§ 504 obč</w:t>
      </w:r>
      <w:r w:rsidR="0017270D">
        <w:t>anského zákoníku, a zavazuje se </w:t>
      </w:r>
      <w:r w:rsidRPr="00516813">
        <w:t>neprodleně písemně sdělit Objednateli skutečnost, že takto označené informace přestaly naplňovat znaky obchodního tajemství.</w:t>
      </w:r>
    </w:p>
    <w:p w14:paraId="62C705E8" w14:textId="574DE776"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w:t>
      </w:r>
      <w:r w:rsidR="0017270D">
        <w:t>mlouvou v registru smluv. Tento </w:t>
      </w:r>
      <w:r w:rsidRPr="00516813">
        <w:t xml:space="preserve">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8EB8EF0" w:rsidR="00214C3E" w:rsidRPr="00F97DBD" w:rsidRDefault="00214C3E" w:rsidP="00236CEB">
            <w:pPr>
              <w:pStyle w:val="Textbezslovn"/>
              <w:jc w:val="left"/>
            </w:pPr>
            <w:r w:rsidRPr="00F97DBD">
              <w:t xml:space="preserve">Obchodní podmínky </w:t>
            </w:r>
            <w:r w:rsidR="00480470">
              <w:t>zhotovení stavby</w:t>
            </w:r>
            <w:r w:rsidRPr="003F301F">
              <w:t xml:space="preserve"> </w:t>
            </w:r>
            <w:r w:rsidR="00C65F2F" w:rsidRPr="003F301F">
              <w:t>OP/R/</w:t>
            </w:r>
            <w:r w:rsidR="00236CEB">
              <w:t>20</w:t>
            </w:r>
            <w:r w:rsidR="00C65F2F" w:rsidRPr="003F301F">
              <w:t>/</w:t>
            </w:r>
            <w:r w:rsidR="00236CEB">
              <w:t>20</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F03BBCE" w:rsidR="00214C3E" w:rsidRPr="00F97DBD" w:rsidRDefault="00214C3E" w:rsidP="00C65F2F">
            <w:pPr>
              <w:pStyle w:val="Textbezslovn"/>
              <w:jc w:val="left"/>
            </w:pPr>
            <w:r w:rsidRPr="003F301F">
              <w:t xml:space="preserve">b) Všeobecné technické podmínky realizace stavby – </w:t>
            </w:r>
            <w:r w:rsidR="00C65F2F" w:rsidRPr="003F301F">
              <w:t>VTP/R/1</w:t>
            </w:r>
            <w:r w:rsidR="00236CEB">
              <w:t>4</w:t>
            </w:r>
            <w:r w:rsidR="00E7453E">
              <w:t>/</w:t>
            </w:r>
            <w:r w:rsidR="00236CEB">
              <w:t>20</w:t>
            </w:r>
          </w:p>
          <w:p w14:paraId="34F44709" w14:textId="5975A415" w:rsidR="00214C3E" w:rsidRPr="00F97DBD" w:rsidRDefault="00214C3E" w:rsidP="00B11051">
            <w:pPr>
              <w:pStyle w:val="Textbezslovn"/>
              <w:jc w:val="left"/>
            </w:pPr>
            <w:r w:rsidRPr="00F97DBD">
              <w:t xml:space="preserve">c) Zvláštní technické podmínky </w:t>
            </w:r>
            <w:r w:rsidR="00C72129">
              <w:t xml:space="preserve">ze dne </w:t>
            </w:r>
            <w:r w:rsidR="00B11051">
              <w:t>11. 3. 2021</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E81E5D"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11D9074C" w14:textId="14EA5DFA" w:rsidR="00236CEB" w:rsidRPr="00236CEB" w:rsidRDefault="00236CEB" w:rsidP="00C65F2F">
            <w:pPr>
              <w:pStyle w:val="Textbezslovn"/>
              <w:jc w:val="left"/>
              <w:rPr>
                <w:u w:val="single"/>
              </w:rPr>
            </w:pPr>
            <w:r w:rsidRPr="00236CEB">
              <w:rPr>
                <w:u w:val="single"/>
              </w:rPr>
              <w:t>Příloha č. 10</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CE5D67F" w14:textId="2D8FD1F5" w:rsidR="00236CEB" w:rsidRPr="00F97DBD" w:rsidRDefault="00236CEB" w:rsidP="00C65F2F">
            <w:pPr>
              <w:pStyle w:val="Textbezslovn"/>
              <w:jc w:val="left"/>
            </w:pPr>
            <w:r>
              <w:t>Osvědčení</w:t>
            </w:r>
          </w:p>
        </w:tc>
      </w:tr>
    </w:tbl>
    <w:p w14:paraId="52C5CEB8" w14:textId="364A16B3"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pPr>
            <w:r>
              <w:t xml:space="preserve">V </w:t>
            </w:r>
            <w:r w:rsidR="00FC033A" w:rsidRPr="00FC033A">
              <w:t>Hradc</w:t>
            </w:r>
            <w:r>
              <w:t>i</w:t>
            </w:r>
            <w:r w:rsidR="00FC033A" w:rsidRPr="00FC033A">
              <w:t xml:space="preserve"> Králové</w:t>
            </w:r>
            <w: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pPr>
            <w: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BB0322">
            <w:pPr>
              <w:pStyle w:val="Textbezodsazen"/>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992B9C">
            <w:pPr>
              <w:pStyle w:val="Textbezodsazen"/>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992B9C">
            <w:pPr>
              <w:pStyle w:val="Textbezodsazen"/>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992B9C">
            <w:pPr>
              <w:tabs>
                <w:tab w:val="left" w:pos="-2694"/>
              </w:tabs>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FC033A">
            <w:pPr>
              <w:tabs>
                <w:tab w:val="left" w:pos="-2694"/>
              </w:tabs>
              <w:jc w:val="center"/>
              <w:rPr>
                <w:rFonts w:eastAsia="Times New Roman" w:cs="Calibri"/>
                <w:bCs/>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91501C">
            <w:pPr>
              <w:tabs>
                <w:tab w:val="left" w:pos="-2694"/>
              </w:tabs>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5E69F96" w:rsidR="00E463D2" w:rsidRPr="006921B1" w:rsidRDefault="00570121" w:rsidP="00E463D2">
      <w:pPr>
        <w:pStyle w:val="Textbezodsazen"/>
      </w:pPr>
      <w:r w:rsidRPr="006921B1">
        <w:t>OP/R/</w:t>
      </w:r>
      <w:r w:rsidR="00236CEB" w:rsidRPr="006921B1">
        <w:t>20</w:t>
      </w:r>
      <w:r w:rsidRPr="006921B1">
        <w:t>/</w:t>
      </w:r>
      <w:r w:rsidR="00236CEB" w:rsidRPr="006921B1">
        <w:t>20</w:t>
      </w:r>
    </w:p>
    <w:p w14:paraId="0742D996" w14:textId="53A594B6" w:rsidR="006921B1" w:rsidRPr="006921B1" w:rsidRDefault="00CA734E" w:rsidP="00E463D2">
      <w:pPr>
        <w:pStyle w:val="Textbezodsazen"/>
      </w:pPr>
      <w:r w:rsidRPr="006921B1">
        <w:t>Obchodní podmínky zhotovení stavby OP/R/</w:t>
      </w:r>
      <w:r w:rsidR="00236CEB" w:rsidRPr="006921B1">
        <w:t>20</w:t>
      </w:r>
      <w:r w:rsidRPr="006921B1">
        <w:t>/</w:t>
      </w:r>
      <w:r w:rsidR="00236CEB" w:rsidRPr="006921B1">
        <w:t>20</w:t>
      </w:r>
      <w:r w:rsidRPr="006921B1">
        <w:t xml:space="preserve"> byly uveřej</w:t>
      </w:r>
      <w:r w:rsidR="0017270D">
        <w:t>něny na profilu zadavatele jako </w:t>
      </w:r>
      <w:r w:rsidRPr="006921B1">
        <w:t xml:space="preserve">součást zadávací dokumentace. </w:t>
      </w:r>
    </w:p>
    <w:p w14:paraId="25C0059A" w14:textId="0AE98A50" w:rsidR="006921B1" w:rsidRDefault="006921B1" w:rsidP="00E463D2">
      <w:pPr>
        <w:pStyle w:val="Textbezodsazen"/>
        <w:rPr>
          <w:highlight w:val="green"/>
        </w:rPr>
      </w:pPr>
      <w:r w:rsidRPr="006921B1">
        <w:t>Smluvní strany podpisem této Smlouvy stvrzují, že jsou s o</w:t>
      </w:r>
      <w:r w:rsidR="0017270D">
        <w:t>bsahem Obchodních podmínek plně </w:t>
      </w:r>
      <w:r w:rsidRPr="006921B1">
        <w:t xml:space="preserve">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5BBF3B9C" w14:textId="0F3E116A" w:rsidR="002C66CF" w:rsidRPr="002C66CF" w:rsidRDefault="00940F66" w:rsidP="002C66CF">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236CEB">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0A8CECA2" w:rsidR="00940F66" w:rsidRDefault="00236CEB" w:rsidP="00236CEB">
      <w:pPr>
        <w:pStyle w:val="Textbezslovn"/>
        <w:ind w:left="1134"/>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A64A66C" w14:textId="1FF02B21" w:rsidR="00940F66" w:rsidRDefault="00940F66" w:rsidP="002C66CF">
      <w:pPr>
        <w:pStyle w:val="Odstavec1-1a"/>
        <w:numPr>
          <w:ilvl w:val="0"/>
          <w:numId w:val="16"/>
        </w:numPr>
        <w:rPr>
          <w:b/>
        </w:rPr>
      </w:pPr>
      <w:r w:rsidRPr="002C66CF">
        <w:rPr>
          <w:b/>
        </w:rPr>
        <w:t>Všeobecné technické podmínky realizace stavby VTP/R/1</w:t>
      </w:r>
      <w:r w:rsidR="00236CEB" w:rsidRPr="002C66CF">
        <w:rPr>
          <w:b/>
        </w:rPr>
        <w:t>4</w:t>
      </w:r>
      <w:r w:rsidR="00AD0E93" w:rsidRPr="002C66CF">
        <w:rPr>
          <w:b/>
        </w:rPr>
        <w:t>/</w:t>
      </w:r>
      <w:r w:rsidR="00236CEB" w:rsidRPr="002C66CF">
        <w:rPr>
          <w:b/>
        </w:rPr>
        <w:t>20</w:t>
      </w:r>
    </w:p>
    <w:p w14:paraId="56DC97B7" w14:textId="75943B06" w:rsidR="006921B1" w:rsidRDefault="00940F66" w:rsidP="00236CEB">
      <w:pPr>
        <w:pStyle w:val="Textbezslovn"/>
        <w:ind w:left="1134"/>
      </w:pPr>
      <w:r w:rsidRPr="00236CEB">
        <w:t>Všeobecné technické podmínky realizace stavby VTP/R/</w:t>
      </w:r>
      <w:r w:rsidR="00646CDE" w:rsidRPr="00236CEB">
        <w:t>1</w:t>
      </w:r>
      <w:r w:rsidR="00236CEB" w:rsidRPr="00236CEB">
        <w:t>4</w:t>
      </w:r>
      <w:r w:rsidR="00646CDE" w:rsidRPr="00236CEB">
        <w:t>/</w:t>
      </w:r>
      <w:r w:rsidR="00236CEB" w:rsidRPr="00236CEB">
        <w:t>20</w:t>
      </w:r>
      <w:r w:rsidR="0017270D">
        <w:t xml:space="preserve"> byly uveřejněny na </w:t>
      </w:r>
      <w:r w:rsidRPr="00236CEB">
        <w:t xml:space="preserve">profilu zadavatele jako součást zadávací dokumentace. </w:t>
      </w:r>
    </w:p>
    <w:p w14:paraId="5251391A" w14:textId="1A198A46" w:rsidR="00940F66" w:rsidRDefault="006921B1" w:rsidP="00236CEB">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0D227D88" w14:textId="27C67BDD" w:rsidR="00940F66" w:rsidRPr="002C66CF" w:rsidRDefault="00940F66" w:rsidP="002C66CF">
      <w:pPr>
        <w:pStyle w:val="Odstavec1-1a"/>
        <w:numPr>
          <w:ilvl w:val="0"/>
          <w:numId w:val="16"/>
        </w:numPr>
        <w:rPr>
          <w:b/>
        </w:rPr>
      </w:pPr>
      <w:r w:rsidRPr="002C66CF">
        <w:rPr>
          <w:b/>
        </w:rPr>
        <w:t>Zv</w:t>
      </w:r>
      <w:r w:rsidR="002C66CF">
        <w:rPr>
          <w:b/>
        </w:rPr>
        <w:t>láštní technické podmínky ze dne 11. 3. 2021</w:t>
      </w:r>
    </w:p>
    <w:p w14:paraId="7F3675DC" w14:textId="77777777" w:rsidR="006C0BB6" w:rsidRDefault="00E463D2" w:rsidP="00F762A8">
      <w:pPr>
        <w:pStyle w:val="Nadpisbezsl1-1"/>
        <w:sectPr w:rsidR="006C0BB6" w:rsidSect="004D09FB">
          <w:headerReference w:type="default" r:id="rId18"/>
          <w:pgSz w:w="11906" w:h="16838" w:code="9"/>
          <w:pgMar w:top="1049" w:right="1134" w:bottom="1474" w:left="1418" w:header="595" w:footer="624" w:gutter="652"/>
          <w:pgNumType w:start="1"/>
          <w:cols w:space="708"/>
          <w:docGrid w:linePitch="360"/>
        </w:sectPr>
      </w:pPr>
      <w:r>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71CB7A28" w14:textId="77777777" w:rsidR="00E9697F" w:rsidRPr="002C66CF" w:rsidRDefault="00E9697F" w:rsidP="00996CF3">
      <w:pPr>
        <w:pStyle w:val="Odrka1-2-"/>
        <w:numPr>
          <w:ilvl w:val="1"/>
          <w:numId w:val="17"/>
        </w:numPr>
        <w:rPr>
          <w:b/>
        </w:rPr>
      </w:pPr>
      <w:r w:rsidRPr="002C66CF">
        <w:rPr>
          <w:b/>
        </w:rPr>
        <w:t>Projektová dokumentace stavby</w:t>
      </w:r>
    </w:p>
    <w:p w14:paraId="261A3B15" w14:textId="295E3A04" w:rsidR="00E9697F" w:rsidRDefault="00E9697F" w:rsidP="00E9697F">
      <w:pPr>
        <w:pStyle w:val="Odrka1-2-"/>
        <w:numPr>
          <w:ilvl w:val="0"/>
          <w:numId w:val="0"/>
        </w:numPr>
        <w:tabs>
          <w:tab w:val="left" w:pos="708"/>
        </w:tabs>
        <w:ind w:left="1531"/>
      </w:pPr>
      <w:r w:rsidRPr="002C66CF">
        <w:t>Součástí smlouvy je projektová dokumentace s</w:t>
      </w:r>
      <w:r w:rsidR="0017270D">
        <w:t>tavby, která byla uveřejněna na </w:t>
      </w:r>
      <w:r w:rsidRPr="002C66CF">
        <w:t>profilu zadavatele jako součást zadávací dokumentace.</w:t>
      </w:r>
    </w:p>
    <w:p w14:paraId="39C8E36D" w14:textId="1B8ABBFF" w:rsidR="002C66CF" w:rsidRDefault="002C66CF">
      <w:r>
        <w:br w:type="page"/>
      </w: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32121B75" w14:textId="77777777" w:rsidR="00893D76" w:rsidRPr="003A5A35" w:rsidRDefault="00893D76" w:rsidP="00893D76">
      <w:pPr>
        <w:pStyle w:val="Textbezslovn"/>
        <w:rPr>
          <w:highlight w:val="yellow"/>
        </w:rPr>
      </w:pPr>
      <w:r w:rsidRPr="003A5A35">
        <w:rPr>
          <w:highlight w:val="yellow"/>
        </w:rPr>
        <w:t>[VLOŽÍ ZHOTOVITEL]</w:t>
      </w:r>
    </w:p>
    <w:p w14:paraId="7BB412FE" w14:textId="77777777" w:rsidR="00893D76" w:rsidRPr="00485A7E" w:rsidRDefault="00893D76" w:rsidP="00893D76">
      <w:pPr>
        <w:tabs>
          <w:tab w:val="num" w:pos="1077"/>
        </w:tabs>
        <w:spacing w:after="120"/>
        <w:ind w:left="737" w:hanging="340"/>
        <w:contextualSpacing/>
        <w:jc w:val="both"/>
      </w:pPr>
    </w:p>
    <w:p w14:paraId="5A4484C4" w14:textId="11A63609" w:rsidR="006C0BB6" w:rsidRPr="006921B1" w:rsidRDefault="006921B1" w:rsidP="006921B1">
      <w:pPr>
        <w:tabs>
          <w:tab w:val="left" w:pos="795"/>
        </w:tabs>
        <w:sectPr w:rsidR="006C0BB6" w:rsidRPr="006921B1" w:rsidSect="008F58C3">
          <w:footerReference w:type="first" r:id="rId19"/>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ED29F1">
      <w:pPr>
        <w:pStyle w:val="Textbezodsazen"/>
      </w:pPr>
    </w:p>
    <w:p w14:paraId="71BFE6B6"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165A92" w:rsidRDefault="00ED29F1" w:rsidP="000708ED">
            <w:pPr>
              <w:pStyle w:val="Tabulka"/>
              <w:rPr>
                <w:rStyle w:val="Nadpisvtabulce"/>
                <w:b w:val="0"/>
              </w:rPr>
            </w:pPr>
            <w:r w:rsidRPr="00165A92">
              <w:rPr>
                <w:rStyle w:val="Nadpisvtabulce"/>
                <w:b w:val="0"/>
              </w:rPr>
              <w:t>Jméno a příjmení</w:t>
            </w:r>
          </w:p>
        </w:tc>
        <w:tc>
          <w:tcPr>
            <w:tcW w:w="5812" w:type="dxa"/>
          </w:tcPr>
          <w:p w14:paraId="08984B20" w14:textId="02615FA9" w:rsidR="00ED29F1" w:rsidRPr="00F609A6" w:rsidRDefault="002C66CF" w:rsidP="00FD14D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Jiří Tucauer</w:t>
            </w:r>
          </w:p>
        </w:tc>
      </w:tr>
      <w:tr w:rsidR="002C66C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2C66CF" w:rsidRPr="00165A92" w:rsidRDefault="002C66CF" w:rsidP="002C66CF">
            <w:pPr>
              <w:pStyle w:val="Tabulka"/>
            </w:pPr>
            <w:r w:rsidRPr="00165A92">
              <w:t>Adresa</w:t>
            </w:r>
          </w:p>
        </w:tc>
        <w:tc>
          <w:tcPr>
            <w:tcW w:w="5812" w:type="dxa"/>
          </w:tcPr>
          <w:p w14:paraId="6BFE6435" w14:textId="7E9F1270" w:rsidR="002C66CF" w:rsidRPr="00566D66" w:rsidRDefault="002C66CF" w:rsidP="002C66CF">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C66C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2C66CF" w:rsidRPr="00165A92" w:rsidRDefault="002C66CF" w:rsidP="002C66CF">
            <w:pPr>
              <w:pStyle w:val="Tabulka"/>
            </w:pPr>
            <w:r w:rsidRPr="00165A92">
              <w:t>E-mail</w:t>
            </w:r>
          </w:p>
        </w:tc>
        <w:tc>
          <w:tcPr>
            <w:tcW w:w="5812" w:type="dxa"/>
          </w:tcPr>
          <w:p w14:paraId="146A2829" w14:textId="299DC08E" w:rsidR="002C66CF" w:rsidRPr="00566D66" w:rsidRDefault="00E81E5D" w:rsidP="002C66CF">
            <w:pPr>
              <w:pStyle w:val="Tabulka"/>
              <w:cnfStyle w:val="000000000000" w:firstRow="0" w:lastRow="0" w:firstColumn="0" w:lastColumn="0" w:oddVBand="0" w:evenVBand="0" w:oddHBand="0" w:evenHBand="0" w:firstRowFirstColumn="0" w:firstRowLastColumn="0" w:lastRowFirstColumn="0" w:lastRowLastColumn="0"/>
            </w:pPr>
            <w:hyperlink r:id="rId20" w:history="1">
              <w:r w:rsidR="002C66CF" w:rsidRPr="00086AD7">
                <w:t>Tucauer@spravazeleznic.cz</w:t>
              </w:r>
            </w:hyperlink>
          </w:p>
        </w:tc>
      </w:tr>
      <w:tr w:rsidR="002C66C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2C66CF" w:rsidRPr="00165A92" w:rsidRDefault="002C66CF" w:rsidP="002C66CF">
            <w:pPr>
              <w:pStyle w:val="Tabulka"/>
            </w:pPr>
            <w:r w:rsidRPr="00165A92">
              <w:t>Telefon</w:t>
            </w:r>
          </w:p>
        </w:tc>
        <w:tc>
          <w:tcPr>
            <w:tcW w:w="5812" w:type="dxa"/>
          </w:tcPr>
          <w:p w14:paraId="6384B53E" w14:textId="67982BB6" w:rsidR="002C66CF" w:rsidRPr="00566D66" w:rsidRDefault="002C66CF" w:rsidP="002C66CF">
            <w:pPr>
              <w:pStyle w:val="Tabulka"/>
              <w:cnfStyle w:val="000000000000" w:firstRow="0" w:lastRow="0" w:firstColumn="0" w:lastColumn="0" w:oddVBand="0" w:evenVBand="0" w:oddHBand="0" w:evenHBand="0" w:firstRowFirstColumn="0" w:firstRowLastColumn="0" w:lastRowFirstColumn="0" w:lastRowLastColumn="0"/>
            </w:pPr>
            <w:r>
              <w:t>+ 420 972 341 335</w:t>
            </w:r>
          </w:p>
        </w:tc>
      </w:tr>
    </w:tbl>
    <w:p w14:paraId="63DAEC3F" w14:textId="77777777" w:rsidR="00ED29F1" w:rsidRPr="00165A92" w:rsidRDefault="00ED29F1" w:rsidP="00ED29F1">
      <w:pPr>
        <w:pStyle w:val="Textbezodsazen"/>
      </w:pPr>
    </w:p>
    <w:p w14:paraId="60A626CB"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165A92" w:rsidRDefault="00A0053F" w:rsidP="00A0053F">
            <w:pPr>
              <w:pStyle w:val="Tabulka"/>
              <w:rPr>
                <w:rStyle w:val="Nadpisvtabulce"/>
                <w:b w:val="0"/>
              </w:rPr>
            </w:pPr>
            <w:r w:rsidRPr="00165A92">
              <w:rPr>
                <w:rStyle w:val="Nadpisvtabulce"/>
                <w:b w:val="0"/>
              </w:rPr>
              <w:t>Jméno a příjmení</w:t>
            </w:r>
          </w:p>
        </w:tc>
        <w:tc>
          <w:tcPr>
            <w:tcW w:w="5812" w:type="dxa"/>
          </w:tcPr>
          <w:p w14:paraId="4FA6301E" w14:textId="0FDEA21D" w:rsidR="00A0053F" w:rsidRPr="002C66CF" w:rsidRDefault="002C66CF" w:rsidP="00A0053F">
            <w:pPr>
              <w:pStyle w:val="Tabulka"/>
              <w:cnfStyle w:val="100000000000" w:firstRow="1" w:lastRow="0" w:firstColumn="0" w:lastColumn="0" w:oddVBand="0" w:evenVBand="0" w:oddHBand="0" w:evenHBand="0" w:firstRowFirstColumn="0" w:firstRowLastColumn="0" w:lastRowFirstColumn="0" w:lastRowLastColumn="0"/>
              <w:rPr>
                <w:b/>
              </w:rPr>
            </w:pPr>
            <w:r w:rsidRPr="002C66CF">
              <w:rPr>
                <w:rStyle w:val="Nadpisvtabulce"/>
                <w:b w:val="0"/>
              </w:rPr>
              <w:t>Jakub Řezníček</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A0053F">
            <w:pPr>
              <w:pStyle w:val="Tabulka"/>
            </w:pPr>
            <w:r w:rsidRPr="00165A92">
              <w:t>Adresa</w:t>
            </w:r>
          </w:p>
        </w:tc>
        <w:tc>
          <w:tcPr>
            <w:tcW w:w="5812" w:type="dxa"/>
          </w:tcPr>
          <w:p w14:paraId="1B64A329" w14:textId="2D6BACF7" w:rsidR="00A0053F" w:rsidRPr="00165A92" w:rsidRDefault="002C66CF" w:rsidP="00A0053F">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C66C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2C66CF" w:rsidRPr="00165A92" w:rsidRDefault="002C66CF" w:rsidP="002C66CF">
            <w:pPr>
              <w:pStyle w:val="Tabulka"/>
            </w:pPr>
            <w:r w:rsidRPr="00165A92">
              <w:t>E-mail</w:t>
            </w:r>
          </w:p>
        </w:tc>
        <w:tc>
          <w:tcPr>
            <w:tcW w:w="5812" w:type="dxa"/>
          </w:tcPr>
          <w:p w14:paraId="641C20DF" w14:textId="4EA0C4DC" w:rsidR="002C66CF" w:rsidRPr="00165A92" w:rsidRDefault="00E81E5D" w:rsidP="002C66CF">
            <w:pPr>
              <w:pStyle w:val="Tabulka"/>
              <w:cnfStyle w:val="000000000000" w:firstRow="0" w:lastRow="0" w:firstColumn="0" w:lastColumn="0" w:oddVBand="0" w:evenVBand="0" w:oddHBand="0" w:evenHBand="0" w:firstRowFirstColumn="0" w:firstRowLastColumn="0" w:lastRowFirstColumn="0" w:lastRowLastColumn="0"/>
            </w:pPr>
            <w:hyperlink r:id="rId21" w:history="1">
              <w:r w:rsidR="002C66CF">
                <w:t>ReznicekJa</w:t>
              </w:r>
              <w:r w:rsidR="002C66CF" w:rsidRPr="00086AD7">
                <w:t>@spravazeleznic.cz</w:t>
              </w:r>
            </w:hyperlink>
          </w:p>
        </w:tc>
      </w:tr>
      <w:tr w:rsidR="002C66C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2C66CF" w:rsidRPr="00165A92" w:rsidRDefault="002C66CF" w:rsidP="002C66CF">
            <w:pPr>
              <w:pStyle w:val="Tabulka"/>
            </w:pPr>
            <w:r w:rsidRPr="00165A92">
              <w:t>Telefon</w:t>
            </w:r>
          </w:p>
        </w:tc>
        <w:tc>
          <w:tcPr>
            <w:tcW w:w="5812" w:type="dxa"/>
          </w:tcPr>
          <w:p w14:paraId="7550EE05" w14:textId="6A52F80A" w:rsidR="002C66CF" w:rsidRPr="00165A92" w:rsidRDefault="002C66CF" w:rsidP="002C66CF">
            <w:pPr>
              <w:pStyle w:val="Tabulka"/>
              <w:cnfStyle w:val="000000000000" w:firstRow="0" w:lastRow="0" w:firstColumn="0" w:lastColumn="0" w:oddVBand="0" w:evenVBand="0" w:oddHBand="0" w:evenHBand="0" w:firstRowFirstColumn="0" w:firstRowLastColumn="0" w:lastRowFirstColumn="0" w:lastRowLastColumn="0"/>
            </w:pPr>
            <w:r>
              <w:t>+ 420 972 351 421</w:t>
            </w:r>
          </w:p>
        </w:tc>
      </w:tr>
    </w:tbl>
    <w:p w14:paraId="4A04421B" w14:textId="2068D802" w:rsidR="003378BE" w:rsidRPr="00165A92" w:rsidRDefault="003378BE" w:rsidP="00ED29F1">
      <w:pPr>
        <w:pStyle w:val="Textbezodsazen"/>
      </w:pPr>
    </w:p>
    <w:p w14:paraId="76A82A8C"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165A92" w:rsidRDefault="00A0053F" w:rsidP="00A0053F">
            <w:pPr>
              <w:pStyle w:val="Tabulka"/>
              <w:rPr>
                <w:rStyle w:val="Nadpisvtabulce"/>
                <w:b w:val="0"/>
              </w:rPr>
            </w:pPr>
            <w:r w:rsidRPr="00165A92">
              <w:rPr>
                <w:rStyle w:val="Nadpisvtabulce"/>
                <w:b w:val="0"/>
              </w:rPr>
              <w:t>Jméno a příjmení</w:t>
            </w:r>
          </w:p>
        </w:tc>
        <w:tc>
          <w:tcPr>
            <w:tcW w:w="5812" w:type="dxa"/>
          </w:tcPr>
          <w:p w14:paraId="2755B057" w14:textId="728046CB" w:rsidR="00A0053F" w:rsidRPr="002C66CF" w:rsidRDefault="002C66CF" w:rsidP="00A0053F">
            <w:pPr>
              <w:pStyle w:val="Tabulka"/>
              <w:cnfStyle w:val="100000000000" w:firstRow="1" w:lastRow="0" w:firstColumn="0" w:lastColumn="0" w:oddVBand="0" w:evenVBand="0" w:oddHBand="0" w:evenHBand="0" w:firstRowFirstColumn="0" w:firstRowLastColumn="0" w:lastRowFirstColumn="0" w:lastRowLastColumn="0"/>
              <w:rPr>
                <w:b/>
              </w:rPr>
            </w:pPr>
            <w:r w:rsidRPr="002C66CF">
              <w:rPr>
                <w:rStyle w:val="Nadpisvtabulce"/>
                <w:b w:val="0"/>
              </w:rPr>
              <w:t>Ing. Jan Sloupenský</w:t>
            </w:r>
          </w:p>
        </w:tc>
      </w:tr>
      <w:tr w:rsidR="002C66C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2C66CF" w:rsidRPr="00165A92" w:rsidRDefault="002C66CF" w:rsidP="002C66CF">
            <w:pPr>
              <w:pStyle w:val="Tabulka"/>
            </w:pPr>
            <w:r w:rsidRPr="00165A92">
              <w:t>Adresa</w:t>
            </w:r>
          </w:p>
        </w:tc>
        <w:tc>
          <w:tcPr>
            <w:tcW w:w="5812" w:type="dxa"/>
          </w:tcPr>
          <w:p w14:paraId="1C4245F3" w14:textId="77ABCEA4" w:rsidR="002C66CF" w:rsidRPr="00165A92" w:rsidRDefault="002C66CF" w:rsidP="002C66CF">
            <w:pPr>
              <w:pStyle w:val="Tabulka"/>
              <w:cnfStyle w:val="000000000000" w:firstRow="0" w:lastRow="0" w:firstColumn="0" w:lastColumn="0" w:oddVBand="0" w:evenVBand="0" w:oddHBand="0" w:evenHBand="0" w:firstRowFirstColumn="0" w:firstRowLastColumn="0" w:lastRowFirstColumn="0" w:lastRowLastColumn="0"/>
            </w:pPr>
            <w:r>
              <w:t>SŽG Praha</w:t>
            </w:r>
          </w:p>
        </w:tc>
      </w:tr>
      <w:tr w:rsidR="002C66C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2C66CF" w:rsidRPr="00165A92" w:rsidRDefault="002C66CF" w:rsidP="002C66CF">
            <w:pPr>
              <w:pStyle w:val="Tabulka"/>
            </w:pPr>
            <w:r w:rsidRPr="00165A92">
              <w:t>E-mail</w:t>
            </w:r>
          </w:p>
        </w:tc>
        <w:tc>
          <w:tcPr>
            <w:tcW w:w="5812" w:type="dxa"/>
          </w:tcPr>
          <w:p w14:paraId="7B027740" w14:textId="08CC445C" w:rsidR="002C66CF" w:rsidRPr="00165A92" w:rsidRDefault="002C66CF" w:rsidP="002C66CF">
            <w:pPr>
              <w:pStyle w:val="Tabulka"/>
              <w:cnfStyle w:val="000000000000" w:firstRow="0" w:lastRow="0" w:firstColumn="0" w:lastColumn="0" w:oddVBand="0" w:evenVBand="0" w:oddHBand="0" w:evenHBand="0" w:firstRowFirstColumn="0" w:firstRowLastColumn="0" w:lastRowFirstColumn="0" w:lastRowLastColumn="0"/>
            </w:pPr>
            <w:r>
              <w:t>sloupensky@spravazeleznic.cz</w:t>
            </w:r>
          </w:p>
        </w:tc>
      </w:tr>
      <w:tr w:rsidR="002C66C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2C66CF" w:rsidRPr="00165A92" w:rsidRDefault="002C66CF" w:rsidP="002C66CF">
            <w:pPr>
              <w:pStyle w:val="Tabulka"/>
            </w:pPr>
            <w:r w:rsidRPr="00165A92">
              <w:t>Telefon</w:t>
            </w:r>
          </w:p>
        </w:tc>
        <w:tc>
          <w:tcPr>
            <w:tcW w:w="5812" w:type="dxa"/>
          </w:tcPr>
          <w:p w14:paraId="0898A7DF" w14:textId="5256358C" w:rsidR="002C66CF" w:rsidRPr="00165A92" w:rsidRDefault="002C66CF" w:rsidP="002C66CF">
            <w:pPr>
              <w:pStyle w:val="Tabulka"/>
              <w:cnfStyle w:val="000000000000" w:firstRow="0" w:lastRow="0" w:firstColumn="0" w:lastColumn="0" w:oddVBand="0" w:evenVBand="0" w:oddHBand="0" w:evenHBand="0" w:firstRowFirstColumn="0" w:firstRowLastColumn="0" w:lastRowFirstColumn="0" w:lastRowLastColumn="0"/>
            </w:pPr>
            <w:r>
              <w:t>+ 420 601 327 749</w:t>
            </w:r>
          </w:p>
        </w:tc>
      </w:tr>
    </w:tbl>
    <w:p w14:paraId="5E7D9D76" w14:textId="77777777" w:rsidR="00AF2182" w:rsidRPr="00165A92" w:rsidRDefault="00AF2182" w:rsidP="00AF2182">
      <w:pPr>
        <w:pStyle w:val="Textbezodsazen"/>
      </w:pPr>
    </w:p>
    <w:p w14:paraId="140EA2A5" w14:textId="77777777" w:rsidR="00AF2182" w:rsidRPr="00165A92" w:rsidRDefault="00AF2182" w:rsidP="00AF2182">
      <w:pPr>
        <w:pStyle w:val="Nadpistabulky"/>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2C66CF" w:rsidRDefault="00A0053F" w:rsidP="00A0053F">
            <w:pPr>
              <w:pStyle w:val="Tabulka"/>
              <w:rPr>
                <w:rStyle w:val="Nadpisvtabulce"/>
                <w:b w:val="0"/>
              </w:rPr>
            </w:pPr>
            <w:r w:rsidRPr="00165A92">
              <w:rPr>
                <w:rStyle w:val="Nadpisvtabulce"/>
              </w:rPr>
              <w:t>Jméno a příjmení</w:t>
            </w:r>
          </w:p>
        </w:tc>
        <w:tc>
          <w:tcPr>
            <w:tcW w:w="5812" w:type="dxa"/>
          </w:tcPr>
          <w:p w14:paraId="700C1046" w14:textId="3F427B37" w:rsidR="00A0053F" w:rsidRPr="002C66CF" w:rsidRDefault="002C66CF" w:rsidP="00A0053F">
            <w:pPr>
              <w:pStyle w:val="Tabulka"/>
              <w:cnfStyle w:val="100000000000" w:firstRow="1" w:lastRow="0" w:firstColumn="0" w:lastColumn="0" w:oddVBand="0" w:evenVBand="0" w:oddHBand="0" w:evenHBand="0" w:firstRowFirstColumn="0" w:firstRowLastColumn="0" w:lastRowFirstColumn="0" w:lastRowLastColumn="0"/>
              <w:rPr>
                <w:b/>
              </w:rPr>
            </w:pPr>
            <w:r w:rsidRPr="002C66CF">
              <w:rPr>
                <w:rStyle w:val="Nadpisvtabulce"/>
                <w:b w:val="0"/>
              </w:rPr>
              <w:t>Jiří Tucauer</w:t>
            </w:r>
          </w:p>
        </w:tc>
      </w:tr>
      <w:tr w:rsidR="002C66CF"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2C66CF" w:rsidRPr="00165A92" w:rsidRDefault="002C66CF" w:rsidP="002C66CF">
            <w:pPr>
              <w:pStyle w:val="Tabulka"/>
            </w:pPr>
            <w:r w:rsidRPr="00165A92">
              <w:lastRenderedPageBreak/>
              <w:t>Adresa</w:t>
            </w:r>
          </w:p>
        </w:tc>
        <w:tc>
          <w:tcPr>
            <w:tcW w:w="5812" w:type="dxa"/>
            <w:tcBorders>
              <w:top w:val="single" w:sz="2" w:space="0" w:color="auto"/>
              <w:left w:val="single" w:sz="2" w:space="0" w:color="auto"/>
              <w:bottom w:val="single" w:sz="2" w:space="0" w:color="auto"/>
              <w:right w:val="nil"/>
            </w:tcBorders>
          </w:tcPr>
          <w:p w14:paraId="0A2C962C" w14:textId="2202FB9B" w:rsidR="002C66CF" w:rsidRPr="00165A92" w:rsidRDefault="002C66CF" w:rsidP="002C66CF">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C66CF"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2C66CF" w:rsidRPr="00165A92" w:rsidRDefault="002C66CF" w:rsidP="002C66CF">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7CFA2F6D" w:rsidR="002C66CF" w:rsidRPr="00165A92" w:rsidRDefault="00E81E5D" w:rsidP="002C66CF">
            <w:pPr>
              <w:pStyle w:val="Tabulka"/>
              <w:cnfStyle w:val="000000000000" w:firstRow="0" w:lastRow="0" w:firstColumn="0" w:lastColumn="0" w:oddVBand="0" w:evenVBand="0" w:oddHBand="0" w:evenHBand="0" w:firstRowFirstColumn="0" w:firstRowLastColumn="0" w:lastRowFirstColumn="0" w:lastRowLastColumn="0"/>
            </w:pPr>
            <w:hyperlink r:id="rId22" w:history="1">
              <w:r w:rsidR="002C66CF" w:rsidRPr="006C3746">
                <w:t>Tucauer@spravazeleznic.cz</w:t>
              </w:r>
            </w:hyperlink>
          </w:p>
        </w:tc>
      </w:tr>
      <w:tr w:rsidR="002C66CF"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2C66CF" w:rsidRPr="00165A92" w:rsidRDefault="002C66CF" w:rsidP="002C66CF">
            <w:pPr>
              <w:pStyle w:val="Tabulka"/>
            </w:pPr>
            <w:r w:rsidRPr="00165A92">
              <w:t>Telefon</w:t>
            </w:r>
          </w:p>
        </w:tc>
        <w:tc>
          <w:tcPr>
            <w:tcW w:w="5812" w:type="dxa"/>
            <w:tcBorders>
              <w:top w:val="single" w:sz="2" w:space="0" w:color="auto"/>
              <w:left w:val="single" w:sz="2" w:space="0" w:color="auto"/>
              <w:bottom w:val="nil"/>
              <w:right w:val="nil"/>
            </w:tcBorders>
          </w:tcPr>
          <w:p w14:paraId="10E464CE" w14:textId="32127A92" w:rsidR="002C66CF" w:rsidRPr="00165A92" w:rsidRDefault="002C66CF" w:rsidP="002C66CF">
            <w:pPr>
              <w:pStyle w:val="Tabulka"/>
              <w:cnfStyle w:val="000000000000" w:firstRow="0" w:lastRow="0" w:firstColumn="0" w:lastColumn="0" w:oddVBand="0" w:evenVBand="0" w:oddHBand="0" w:evenHBand="0" w:firstRowFirstColumn="0" w:firstRowLastColumn="0" w:lastRowFirstColumn="0" w:lastRowLastColumn="0"/>
            </w:pPr>
            <w:r>
              <w:t>+ 420 972 341 335</w:t>
            </w:r>
          </w:p>
        </w:tc>
      </w:tr>
    </w:tbl>
    <w:p w14:paraId="6F211856" w14:textId="77777777" w:rsidR="00ED29F1" w:rsidRPr="00165A92" w:rsidRDefault="00ED29F1" w:rsidP="00ED29F1">
      <w:pPr>
        <w:pStyle w:val="Textbezodsazen"/>
      </w:pPr>
    </w:p>
    <w:p w14:paraId="2596F238" w14:textId="77777777" w:rsidR="00ED29F1" w:rsidRPr="00165A92" w:rsidRDefault="00ED29F1" w:rsidP="00502690">
      <w:pPr>
        <w:pStyle w:val="Textbezodsazen"/>
        <w:rPr>
          <w:b/>
        </w:rPr>
      </w:pPr>
      <w:r w:rsidRPr="00165A92">
        <w:rPr>
          <w:b/>
        </w:rPr>
        <w:t>Za Zhotovitele:</w:t>
      </w:r>
    </w:p>
    <w:p w14:paraId="2AD7244A" w14:textId="77777777" w:rsidR="00502690" w:rsidRPr="00165A92" w:rsidRDefault="002038D5" w:rsidP="00502690">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165A92" w:rsidRDefault="002038D5" w:rsidP="002038D5">
            <w:pPr>
              <w:pStyle w:val="Tabulka"/>
              <w:rPr>
                <w:rStyle w:val="Nadpisvtabulce"/>
              </w:rPr>
            </w:pPr>
            <w:r w:rsidRPr="00165A92">
              <w:rPr>
                <w:rStyle w:val="Nadpisvtabulce"/>
              </w:rPr>
              <w:t>Jméno a příjmení</w:t>
            </w:r>
          </w:p>
        </w:tc>
        <w:tc>
          <w:tcPr>
            <w:tcW w:w="5812" w:type="dxa"/>
          </w:tcPr>
          <w:p w14:paraId="54A3C2C2" w14:textId="4C5C2485" w:rsidR="00502690" w:rsidRPr="00165A92" w:rsidRDefault="00617595" w:rsidP="002038D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A0053F">
            <w:pPr>
              <w:pStyle w:val="Tabulka"/>
            </w:pPr>
            <w:r w:rsidRPr="00165A92">
              <w:t>Adresa</w:t>
            </w:r>
          </w:p>
        </w:tc>
        <w:tc>
          <w:tcPr>
            <w:tcW w:w="5812" w:type="dxa"/>
          </w:tcPr>
          <w:p w14:paraId="051D5BAB" w14:textId="1C57A59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A0053F">
            <w:pPr>
              <w:pStyle w:val="Tabulka"/>
            </w:pPr>
            <w:r w:rsidRPr="00165A92">
              <w:t>E-mail</w:t>
            </w:r>
          </w:p>
        </w:tc>
        <w:tc>
          <w:tcPr>
            <w:tcW w:w="5812" w:type="dxa"/>
          </w:tcPr>
          <w:p w14:paraId="238763E4" w14:textId="3EA03801"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A0053F">
            <w:pPr>
              <w:pStyle w:val="Tabulka"/>
            </w:pPr>
            <w:r w:rsidRPr="00165A92">
              <w:t>Telefon</w:t>
            </w:r>
          </w:p>
        </w:tc>
        <w:tc>
          <w:tcPr>
            <w:tcW w:w="5812" w:type="dxa"/>
          </w:tcPr>
          <w:p w14:paraId="064C6789" w14:textId="239140F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502690">
      <w:pPr>
        <w:pStyle w:val="Textbezodsazen"/>
      </w:pPr>
    </w:p>
    <w:p w14:paraId="6F26DE52"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165A92" w:rsidRDefault="00A0053F" w:rsidP="00A0053F">
            <w:pPr>
              <w:pStyle w:val="Tabulka"/>
              <w:rPr>
                <w:rStyle w:val="Nadpisvtabulce"/>
                <w:b w:val="0"/>
              </w:rPr>
            </w:pPr>
            <w:r w:rsidRPr="00165A92">
              <w:rPr>
                <w:rStyle w:val="Nadpisvtabulce"/>
                <w:b w:val="0"/>
              </w:rPr>
              <w:t>Jméno a příjmení</w:t>
            </w:r>
          </w:p>
        </w:tc>
        <w:tc>
          <w:tcPr>
            <w:tcW w:w="5812" w:type="dxa"/>
          </w:tcPr>
          <w:p w14:paraId="4B63CEE3" w14:textId="16767CA8"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A0053F">
            <w:pPr>
              <w:pStyle w:val="Tabulka"/>
            </w:pPr>
            <w:r w:rsidRPr="00165A92">
              <w:t>Adresa</w:t>
            </w:r>
          </w:p>
        </w:tc>
        <w:tc>
          <w:tcPr>
            <w:tcW w:w="5812" w:type="dxa"/>
          </w:tcPr>
          <w:p w14:paraId="27267D78" w14:textId="5A98F798"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A0053F">
            <w:pPr>
              <w:pStyle w:val="Tabulka"/>
            </w:pPr>
            <w:r w:rsidRPr="00165A92">
              <w:t>E-mail</w:t>
            </w:r>
          </w:p>
        </w:tc>
        <w:tc>
          <w:tcPr>
            <w:tcW w:w="5812" w:type="dxa"/>
          </w:tcPr>
          <w:p w14:paraId="472922ED" w14:textId="395F75C2"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A0053F">
            <w:pPr>
              <w:pStyle w:val="Tabulka"/>
            </w:pPr>
            <w:r w:rsidRPr="00165A92">
              <w:t>Telefon</w:t>
            </w:r>
          </w:p>
        </w:tc>
        <w:tc>
          <w:tcPr>
            <w:tcW w:w="5812" w:type="dxa"/>
          </w:tcPr>
          <w:p w14:paraId="7FDFD93D" w14:textId="1E3570C4"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2038D5">
      <w:pPr>
        <w:pStyle w:val="Textbezodsazen"/>
      </w:pPr>
    </w:p>
    <w:p w14:paraId="64CFE786"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A0053F">
            <w:pPr>
              <w:pStyle w:val="Tabulka"/>
            </w:pPr>
            <w:r w:rsidRPr="00165A92">
              <w:t>Adresa</w:t>
            </w:r>
          </w:p>
        </w:tc>
        <w:tc>
          <w:tcPr>
            <w:tcW w:w="5812" w:type="dxa"/>
          </w:tcPr>
          <w:p w14:paraId="41C14706" w14:textId="7492357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A0053F">
            <w:pPr>
              <w:pStyle w:val="Tabulka"/>
            </w:pPr>
            <w:r w:rsidRPr="00165A92">
              <w:t>E-mail</w:t>
            </w:r>
          </w:p>
        </w:tc>
        <w:tc>
          <w:tcPr>
            <w:tcW w:w="5812" w:type="dxa"/>
          </w:tcPr>
          <w:p w14:paraId="139740BA" w14:textId="28190F8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A0053F">
            <w:pPr>
              <w:pStyle w:val="Tabulka"/>
            </w:pPr>
            <w:r w:rsidRPr="00165A92">
              <w:t>Telefon</w:t>
            </w:r>
          </w:p>
        </w:tc>
        <w:tc>
          <w:tcPr>
            <w:tcW w:w="5812" w:type="dxa"/>
          </w:tcPr>
          <w:p w14:paraId="02A74BDC" w14:textId="6474EEE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2038D5">
      <w:pPr>
        <w:pStyle w:val="Textbezodsazen"/>
      </w:pPr>
    </w:p>
    <w:p w14:paraId="4F294209" w14:textId="090EFDAA" w:rsidR="002038D5" w:rsidRPr="00165A92" w:rsidRDefault="00165977" w:rsidP="00165977">
      <w:pPr>
        <w:pStyle w:val="Nadpistabulky"/>
        <w:rPr>
          <w:sz w:val="18"/>
          <w:szCs w:val="18"/>
        </w:rPr>
      </w:pPr>
      <w:r w:rsidRPr="00165A92">
        <w:rPr>
          <w:sz w:val="18"/>
          <w:szCs w:val="18"/>
        </w:rPr>
        <w:t>Specialista (vedoucí prací</w:t>
      </w:r>
      <w:r w:rsidR="00383BC6">
        <w:rPr>
          <w:sz w:val="18"/>
          <w:szCs w:val="18"/>
        </w:rPr>
        <w:t>)</w:t>
      </w:r>
      <w:r w:rsidRPr="00165A92">
        <w:rPr>
          <w:sz w:val="18"/>
          <w:szCs w:val="18"/>
        </w:rPr>
        <w:t xml:space="preserve"> n</w:t>
      </w:r>
      <w:r w:rsidR="00383BC6">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A0053F" w:rsidRPr="00165A92" w14:paraId="7AEA730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72576"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64C52A08" w14:textId="7549C854"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rPr>
                <w:b/>
              </w:rPr>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2005F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4B0878" w14:textId="77777777" w:rsidR="00A0053F" w:rsidRPr="00165A92" w:rsidRDefault="00A0053F" w:rsidP="00A0053F">
            <w:pPr>
              <w:pStyle w:val="Tabulka"/>
            </w:pPr>
            <w:r w:rsidRPr="00165A92">
              <w:t>Adresa</w:t>
            </w:r>
          </w:p>
        </w:tc>
        <w:tc>
          <w:tcPr>
            <w:tcW w:w="5812" w:type="dxa"/>
          </w:tcPr>
          <w:p w14:paraId="4C909712" w14:textId="2A9747B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67E2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517402" w14:textId="77777777" w:rsidR="00A0053F" w:rsidRPr="00165A92" w:rsidRDefault="00A0053F" w:rsidP="00A0053F">
            <w:pPr>
              <w:pStyle w:val="Tabulka"/>
            </w:pPr>
            <w:r w:rsidRPr="00165A92">
              <w:t>E-mail</w:t>
            </w:r>
          </w:p>
        </w:tc>
        <w:tc>
          <w:tcPr>
            <w:tcW w:w="5812" w:type="dxa"/>
          </w:tcPr>
          <w:p w14:paraId="26DC3EF4" w14:textId="08A6DB1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B6B1F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08AC" w14:textId="77777777" w:rsidR="00A0053F" w:rsidRPr="00165A92" w:rsidRDefault="00A0053F" w:rsidP="00A0053F">
            <w:pPr>
              <w:pStyle w:val="Tabulka"/>
            </w:pPr>
            <w:r w:rsidRPr="00165A92">
              <w:t>Telefon</w:t>
            </w:r>
          </w:p>
        </w:tc>
        <w:tc>
          <w:tcPr>
            <w:tcW w:w="5812" w:type="dxa"/>
          </w:tcPr>
          <w:p w14:paraId="750A6900" w14:textId="042F2619"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7B2F6BF" w14:textId="77777777" w:rsidR="002038D5" w:rsidRPr="00165A92" w:rsidRDefault="002038D5" w:rsidP="00165977">
      <w:pPr>
        <w:pStyle w:val="Tabulka"/>
      </w:pPr>
    </w:p>
    <w:p w14:paraId="37B0C877" w14:textId="77777777" w:rsidR="002038D5" w:rsidRPr="00165A92" w:rsidRDefault="00165977" w:rsidP="00165977">
      <w:pPr>
        <w:pStyle w:val="Nadpistabulky"/>
        <w:rPr>
          <w:sz w:val="18"/>
          <w:szCs w:val="18"/>
        </w:rPr>
      </w:pPr>
      <w:r w:rsidRPr="00165A92">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A0053F">
            <w:pPr>
              <w:pStyle w:val="Tabulka"/>
            </w:pPr>
            <w:r w:rsidRPr="00165A92">
              <w:t>Adresa</w:t>
            </w:r>
          </w:p>
        </w:tc>
        <w:tc>
          <w:tcPr>
            <w:tcW w:w="5812" w:type="dxa"/>
          </w:tcPr>
          <w:p w14:paraId="16DF3101" w14:textId="51BBCF6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A0053F">
            <w:pPr>
              <w:pStyle w:val="Tabulka"/>
            </w:pPr>
            <w:r w:rsidRPr="00165A92">
              <w:t>E-mail</w:t>
            </w:r>
          </w:p>
        </w:tc>
        <w:tc>
          <w:tcPr>
            <w:tcW w:w="5812" w:type="dxa"/>
          </w:tcPr>
          <w:p w14:paraId="4A291119" w14:textId="1FD5376B"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A0053F">
            <w:pPr>
              <w:pStyle w:val="Tabulka"/>
            </w:pPr>
            <w:r w:rsidRPr="00165A92">
              <w:t>Telefon</w:t>
            </w:r>
          </w:p>
        </w:tc>
        <w:tc>
          <w:tcPr>
            <w:tcW w:w="5812" w:type="dxa"/>
          </w:tcPr>
          <w:p w14:paraId="35727628" w14:textId="6745FDA7"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CC1460D" w14:textId="77777777" w:rsidR="002038D5" w:rsidRPr="00165A92" w:rsidRDefault="002038D5" w:rsidP="00165977">
      <w:pPr>
        <w:pStyle w:val="Tabulka"/>
      </w:pPr>
    </w:p>
    <w:p w14:paraId="5690426A" w14:textId="77777777" w:rsidR="00165977" w:rsidRPr="00165A92" w:rsidRDefault="00165977" w:rsidP="00165977">
      <w:pPr>
        <w:pStyle w:val="Tabulka"/>
      </w:pPr>
    </w:p>
    <w:p w14:paraId="7750BDC3" w14:textId="77777777" w:rsidR="00165977" w:rsidRPr="00165A92" w:rsidRDefault="00165977" w:rsidP="00165977">
      <w:pPr>
        <w:pStyle w:val="Nadpistabulky"/>
        <w:rPr>
          <w:sz w:val="18"/>
          <w:szCs w:val="18"/>
        </w:rPr>
      </w:pPr>
      <w:r w:rsidRPr="00165A92">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A0053F">
            <w:pPr>
              <w:pStyle w:val="Tabulka"/>
            </w:pPr>
            <w:r w:rsidRPr="00165A92">
              <w:t>Adresa</w:t>
            </w:r>
          </w:p>
        </w:tc>
        <w:tc>
          <w:tcPr>
            <w:tcW w:w="5812" w:type="dxa"/>
          </w:tcPr>
          <w:p w14:paraId="139ABB3C" w14:textId="07AA4CF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A0053F">
            <w:pPr>
              <w:pStyle w:val="Tabulka"/>
            </w:pPr>
            <w:r w:rsidRPr="00165A92">
              <w:t>E-mail</w:t>
            </w:r>
          </w:p>
        </w:tc>
        <w:tc>
          <w:tcPr>
            <w:tcW w:w="5812" w:type="dxa"/>
          </w:tcPr>
          <w:p w14:paraId="6D016B71" w14:textId="5B414D75"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A0053F">
            <w:pPr>
              <w:pStyle w:val="Tabulka"/>
            </w:pPr>
            <w:r w:rsidRPr="00165A92">
              <w:t>Telefon</w:t>
            </w:r>
          </w:p>
        </w:tc>
        <w:tc>
          <w:tcPr>
            <w:tcW w:w="5812" w:type="dxa"/>
          </w:tcPr>
          <w:p w14:paraId="1614FDC5" w14:textId="73455B0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ED29F1">
      <w:pPr>
        <w:pStyle w:val="Nadpisbezsl1-1"/>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1B9A3FF4" w14:textId="14EBE836" w:rsidR="002C7A28" w:rsidRPr="002C7A28" w:rsidRDefault="004E19AA" w:rsidP="0001634F">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AE1ACB">
              <w:rPr>
                <w:rFonts w:eastAsia="Times New Roman" w:cs="Calibri"/>
                <w:lang w:eastAsia="cs-CZ"/>
              </w:rPr>
              <w:t>inimálně 5 9</w:t>
            </w:r>
            <w:r w:rsidR="0001634F">
              <w:rPr>
                <w:rFonts w:eastAsia="Times New Roman" w:cs="Calibri"/>
                <w:lang w:eastAsia="cs-CZ"/>
              </w:rPr>
              <w:t>00</w:t>
            </w:r>
            <w:r w:rsidR="00043411">
              <w:rPr>
                <w:rFonts w:eastAsia="Times New Roman" w:cs="Calibri"/>
                <w:lang w:eastAsia="cs-CZ"/>
              </w:rPr>
              <w:t> </w:t>
            </w:r>
            <w:r w:rsidR="0001634F">
              <w:rPr>
                <w:rFonts w:eastAsia="Times New Roman" w:cs="Calibri"/>
                <w:lang w:eastAsia="cs-CZ"/>
              </w:rPr>
              <w:t>000</w:t>
            </w:r>
            <w:r w:rsidR="00043411">
              <w:rPr>
                <w:rFonts w:eastAsia="Times New Roman" w:cs="Calibri"/>
                <w:lang w:eastAsia="cs-CZ"/>
              </w:rPr>
              <w:t>,-</w:t>
            </w:r>
            <w:r w:rsidR="0001634F">
              <w:rPr>
                <w:rFonts w:eastAsia="Times New Roman" w:cs="Calibri"/>
                <w:lang w:eastAsia="cs-CZ"/>
              </w:rPr>
              <w:t xml:space="preserve"> </w:t>
            </w:r>
            <w:r w:rsidR="002C7A28" w:rsidRPr="000B16A1">
              <w:rPr>
                <w:rFonts w:eastAsia="Times New Roman" w:cs="Calibri"/>
                <w:color w:val="000000"/>
                <w:lang w:eastAsia="cs-CZ"/>
              </w:rPr>
              <w:t>Kč</w:t>
            </w:r>
            <w:r w:rsidR="002C7A28" w:rsidRPr="000B16A1">
              <w:rPr>
                <w:rFonts w:eastAsia="Times New Roman" w:cs="Calibri"/>
                <w:lang w:eastAsia="cs-CZ"/>
              </w:rPr>
              <w:t xml:space="preserve"> na jednu pojistnou událost a </w:t>
            </w:r>
            <w:r w:rsidR="00AE1ACB">
              <w:rPr>
                <w:rFonts w:eastAsia="Times New Roman" w:cs="Calibri"/>
                <w:lang w:eastAsia="cs-CZ"/>
              </w:rPr>
              <w:t>5 9</w:t>
            </w:r>
            <w:r w:rsidR="0001634F">
              <w:rPr>
                <w:rFonts w:eastAsia="Times New Roman" w:cs="Calibri"/>
                <w:lang w:eastAsia="cs-CZ"/>
              </w:rPr>
              <w:t>00</w:t>
            </w:r>
            <w:r w:rsidR="00043411">
              <w:rPr>
                <w:rFonts w:eastAsia="Times New Roman" w:cs="Calibri"/>
                <w:lang w:eastAsia="cs-CZ"/>
              </w:rPr>
              <w:t> </w:t>
            </w:r>
            <w:r w:rsidR="0001634F">
              <w:rPr>
                <w:rFonts w:eastAsia="Times New Roman" w:cs="Calibri"/>
                <w:lang w:eastAsia="cs-CZ"/>
              </w:rPr>
              <w:t>000</w:t>
            </w:r>
            <w:r w:rsidR="00043411">
              <w:rPr>
                <w:rFonts w:eastAsia="Times New Roman" w:cs="Calibri"/>
                <w:lang w:eastAsia="cs-CZ"/>
              </w:rPr>
              <w:t>,-</w:t>
            </w:r>
            <w:r w:rsidR="0001634F">
              <w:rPr>
                <w:rFonts w:eastAsia="Times New Roman" w:cs="Calibri"/>
                <w:lang w:eastAsia="cs-CZ"/>
              </w:rPr>
              <w:t xml:space="preserve"> </w:t>
            </w:r>
            <w:r w:rsidR="002C7A28" w:rsidRPr="000B16A1">
              <w:rPr>
                <w:rFonts w:eastAsia="Times New Roman" w:cs="Calibri"/>
                <w:lang w:eastAsia="cs-CZ"/>
              </w:rPr>
              <w:t>Kč v</w:t>
            </w:r>
            <w:r w:rsidR="002C7A28" w:rsidRPr="002C7A28">
              <w:rPr>
                <w:rFonts w:eastAsia="Times New Roman" w:cs="Calibri"/>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2288D5D0" w:rsidR="00F95FBD" w:rsidRPr="00F95FBD" w:rsidRDefault="0017270D" w:rsidP="00F762A8">
            <w:pPr>
              <w:pStyle w:val="Tabulka"/>
              <w:jc w:val="left"/>
              <w:rPr>
                <w:rStyle w:val="Nadpisvtabulce"/>
              </w:rPr>
            </w:pPr>
            <w:r>
              <w:rPr>
                <w:rStyle w:val="Nadpisvtabulce"/>
              </w:rPr>
              <w:t>(obchodní firma, sídlo a </w:t>
            </w:r>
            <w:r w:rsidR="00F95FBD" w:rsidRPr="00F95FBD">
              <w:rPr>
                <w:rStyle w:val="Nadpisvtabulce"/>
              </w:rPr>
              <w:t>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3"/>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4"/>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6D43DE1" w14:textId="78AF11A0" w:rsidR="00AD18F7" w:rsidRDefault="00AD18F7" w:rsidP="00AA59BE">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w:t>
      </w:r>
      <w:r w:rsidR="0017270D">
        <w:rPr>
          <w:rFonts w:ascii="Verdana" w:eastAsia="Times New Roman" w:hAnsi="Verdana"/>
          <w:b/>
          <w:bCs/>
          <w:sz w:val="28"/>
          <w:szCs w:val="36"/>
        </w:rPr>
        <w:t xml:space="preserve"> železnic o řádném poskytnutí a </w:t>
      </w:r>
      <w:r w:rsidRPr="009B2848">
        <w:rPr>
          <w:rFonts w:ascii="Verdana" w:eastAsia="Times New Roman" w:hAnsi="Verdana"/>
          <w:b/>
          <w:bCs/>
          <w:sz w:val="28"/>
          <w:szCs w:val="36"/>
        </w:rPr>
        <w:t>dokončení stavebních prací</w:t>
      </w:r>
    </w:p>
    <w:p w14:paraId="5756C97D" w14:textId="77777777" w:rsidR="00AD18F7" w:rsidRPr="00AD18F7" w:rsidRDefault="00AD18F7" w:rsidP="00AA59BE">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445"/>
        <w:gridCol w:w="4257"/>
      </w:tblGrid>
      <w:tr w:rsidR="00AD18F7" w:rsidRPr="00AD18F7" w14:paraId="7D06221C" w14:textId="77777777" w:rsidTr="00AA59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77CA32B" w14:textId="77777777" w:rsidR="00AD18F7" w:rsidRPr="00AD18F7" w:rsidRDefault="00AD18F7" w:rsidP="00AA59BE">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438C6B88" w14:textId="77777777" w:rsidR="00AD18F7" w:rsidRPr="00AD18F7" w:rsidRDefault="00AD18F7" w:rsidP="00AA59BE">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C09BC10" w14:textId="77777777" w:rsidTr="00AA59B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F5786FA" w14:textId="77777777" w:rsidR="00AD18F7" w:rsidRPr="00AD18F7" w:rsidRDefault="00AD18F7" w:rsidP="00AA59BE">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BE219F0"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EF7FEE" w14:textId="77777777" w:rsidTr="00AA59B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0B4A4" w14:textId="77777777" w:rsidR="00AD18F7" w:rsidRPr="00AD18F7" w:rsidRDefault="00AD18F7" w:rsidP="00AA59BE">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109EB0C0"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930872C" w14:textId="77777777" w:rsidTr="00AA59B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90BA08F"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3E1B5249"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B64DDB6" w14:textId="77777777" w:rsidTr="00AA59B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BE75DC"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BC285A"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A42A0B" w14:textId="77777777" w:rsidTr="00AA59B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79A60DE"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6882DEA4"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CC4D1EC" w14:textId="77777777" w:rsidTr="00AA59B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7EDDA7C"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5AE3B5DD"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FB46C35" w14:textId="77777777" w:rsidTr="00AA59BE">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5B6477D"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4CE170E2"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77"/>
        <w:gridCol w:w="4225"/>
      </w:tblGrid>
      <w:tr w:rsidR="00AD18F7" w:rsidRPr="00AD18F7" w14:paraId="798B46BB" w14:textId="77777777" w:rsidTr="00AA59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7A832DA" w14:textId="77777777" w:rsidR="00AD18F7" w:rsidRPr="00AD18F7" w:rsidRDefault="00AD18F7" w:rsidP="00AA59BE">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1AB3A9F1" w14:textId="77777777" w:rsidR="00AD18F7" w:rsidRPr="00AD18F7" w:rsidRDefault="00AD18F7" w:rsidP="00AA59BE">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35C7EE7" w14:textId="77777777" w:rsidTr="00AA59B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F257F5F" w14:textId="77777777" w:rsidR="00AD18F7" w:rsidRPr="00AD18F7" w:rsidRDefault="00AD18F7" w:rsidP="00AA59BE">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0C946111"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CF48906" w14:textId="77777777" w:rsidTr="00AA59B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D2075" w14:textId="276D169C" w:rsidR="00AD18F7" w:rsidRPr="00AD18F7" w:rsidRDefault="00AD18F7" w:rsidP="00AA59BE">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0017270D">
              <w:rPr>
                <w:rFonts w:ascii="Verdana" w:eastAsia="Times New Roman" w:hAnsi="Verdana"/>
                <w:bCs/>
                <w:sz w:val="16"/>
                <w:szCs w:val="20"/>
              </w:rPr>
              <w:t xml:space="preserve"> (v případě, kdy se jedná o </w:t>
            </w:r>
            <w:r w:rsidRPr="00AD18F7">
              <w:rPr>
                <w:rFonts w:ascii="Verdana" w:eastAsia="Times New Roman" w:hAnsi="Verdana"/>
                <w:bCs/>
                <w:sz w:val="16"/>
                <w:szCs w:val="20"/>
              </w:rPr>
              <w:t>společnost na základě společenské smlouvy – dříve sdružení):</w:t>
            </w:r>
          </w:p>
        </w:tc>
        <w:tc>
          <w:tcPr>
            <w:tcW w:w="4368" w:type="dxa"/>
            <w:vAlign w:val="center"/>
          </w:tcPr>
          <w:p w14:paraId="21531FB8"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1BA0B965" w14:textId="77777777" w:rsidTr="00AA59B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1C3960FB" w14:textId="0698A5C7" w:rsidR="00AD18F7" w:rsidRPr="00AD18F7" w:rsidRDefault="00AD18F7" w:rsidP="00AA59BE">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0017270D">
              <w:rPr>
                <w:rFonts w:ascii="Verdana" w:eastAsia="Times New Roman" w:hAnsi="Verdana"/>
                <w:bCs/>
                <w:sz w:val="16"/>
                <w:szCs w:val="20"/>
              </w:rPr>
              <w:t xml:space="preserve"> (v případě, kdy se jedná o </w:t>
            </w:r>
            <w:r w:rsidRPr="00AD18F7">
              <w:rPr>
                <w:rFonts w:ascii="Verdana" w:eastAsia="Times New Roman" w:hAnsi="Verdana"/>
                <w:bCs/>
                <w:sz w:val="16"/>
                <w:szCs w:val="20"/>
              </w:rPr>
              <w:t>společnost na základě společenské smlouvy – dříve sdružení):</w:t>
            </w:r>
          </w:p>
        </w:tc>
        <w:tc>
          <w:tcPr>
            <w:tcW w:w="4368" w:type="dxa"/>
            <w:vAlign w:val="center"/>
          </w:tcPr>
          <w:p w14:paraId="604A40B1"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28E10C9" w14:textId="77777777" w:rsidTr="00AA59B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F50B2A" w14:textId="5BD7B2EC" w:rsidR="00AD18F7" w:rsidRPr="00AD18F7" w:rsidRDefault="00AD18F7" w:rsidP="00AA59BE">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0017270D">
              <w:rPr>
                <w:rFonts w:ascii="Verdana" w:eastAsia="Times New Roman" w:hAnsi="Verdana"/>
                <w:bCs/>
                <w:sz w:val="16"/>
                <w:szCs w:val="20"/>
              </w:rPr>
              <w:t xml:space="preserve"> (v případě, kdy se jedná o </w:t>
            </w:r>
            <w:r w:rsidRPr="00AD18F7">
              <w:rPr>
                <w:rFonts w:ascii="Verdana" w:eastAsia="Times New Roman" w:hAnsi="Verdana"/>
                <w:bCs/>
                <w:sz w:val="16"/>
                <w:szCs w:val="20"/>
              </w:rPr>
              <w:t>společnost na základě společenské smlouvy – dříve sdružení):</w:t>
            </w:r>
          </w:p>
        </w:tc>
        <w:tc>
          <w:tcPr>
            <w:tcW w:w="4368" w:type="dxa"/>
            <w:vAlign w:val="center"/>
          </w:tcPr>
          <w:p w14:paraId="76BA424A"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83EA42" w14:textId="77777777" w:rsidTr="00AA59BE">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F26CB41" w14:textId="42DA2133" w:rsidR="00AD18F7" w:rsidRPr="00AD18F7" w:rsidRDefault="00AD18F7" w:rsidP="00AA59BE">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0017270D">
              <w:rPr>
                <w:rFonts w:ascii="Verdana" w:eastAsia="Times New Roman" w:hAnsi="Verdana"/>
                <w:bCs/>
                <w:sz w:val="16"/>
                <w:szCs w:val="20"/>
              </w:rPr>
              <w:t xml:space="preserve"> (v případě, kdy se jedná o </w:t>
            </w:r>
            <w:r w:rsidRPr="00AD18F7">
              <w:rPr>
                <w:rFonts w:ascii="Verdana" w:eastAsia="Times New Roman" w:hAnsi="Verdana"/>
                <w:bCs/>
                <w:sz w:val="16"/>
                <w:szCs w:val="20"/>
              </w:rPr>
              <w:t>společnost na základě společenské smlouvy – dříve sdružení):</w:t>
            </w:r>
          </w:p>
        </w:tc>
        <w:tc>
          <w:tcPr>
            <w:tcW w:w="4368" w:type="dxa"/>
            <w:vAlign w:val="center"/>
          </w:tcPr>
          <w:p w14:paraId="0E506D75"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65BECE20" w14:textId="77777777" w:rsidR="00AD18F7" w:rsidRPr="00AD18F7" w:rsidRDefault="00AD18F7" w:rsidP="00AA59BE">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930"/>
        <w:gridCol w:w="2886"/>
        <w:gridCol w:w="2886"/>
      </w:tblGrid>
      <w:tr w:rsidR="00AD18F7" w:rsidRPr="00AD18F7" w14:paraId="5CDCAECE" w14:textId="77777777" w:rsidTr="00AA59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3F68DE5"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04AE7618" w14:textId="1624B820" w:rsidR="00AD18F7" w:rsidRPr="00AD18F7" w:rsidRDefault="00AD18F7" w:rsidP="00AA59BE">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w:t>
            </w:r>
            <w:r w:rsidR="0017270D">
              <w:rPr>
                <w:rFonts w:ascii="Verdana" w:eastAsia="Times New Roman" w:hAnsi="Verdana"/>
                <w:bCs/>
                <w:sz w:val="16"/>
                <w:szCs w:val="20"/>
              </w:rPr>
              <w:t>ze-li označit dle SO a PS např. </w:t>
            </w:r>
            <w:r w:rsidRPr="00AD18F7">
              <w:rPr>
                <w:rFonts w:ascii="Verdana" w:eastAsia="Times New Roman" w:hAnsi="Verdana"/>
                <w:bCs/>
                <w:sz w:val="16"/>
                <w:szCs w:val="20"/>
              </w:rPr>
              <w:t>popis vykonaných činností nebo dodávek)</w:t>
            </w:r>
          </w:p>
        </w:tc>
        <w:tc>
          <w:tcPr>
            <w:tcW w:w="3260" w:type="dxa"/>
            <w:shd w:val="clear" w:color="auto" w:fill="FFBFBF" w:themeFill="accent6" w:themeFillTint="33"/>
          </w:tcPr>
          <w:p w14:paraId="33F51969" w14:textId="2EC881FF" w:rsidR="00AD18F7" w:rsidRPr="00AD18F7" w:rsidRDefault="00AD18F7" w:rsidP="00AA59BE">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0017270D">
              <w:rPr>
                <w:rFonts w:ascii="Verdana" w:eastAsia="Times New Roman" w:hAnsi="Verdana"/>
                <w:bCs/>
                <w:sz w:val="16"/>
                <w:szCs w:val="20"/>
              </w:rPr>
              <w:t xml:space="preserve"> v % ze </w:t>
            </w:r>
            <w:r w:rsidRPr="00AD18F7">
              <w:rPr>
                <w:rFonts w:ascii="Verdana" w:eastAsia="Times New Roman" w:hAnsi="Verdana"/>
                <w:bCs/>
                <w:sz w:val="16"/>
                <w:szCs w:val="20"/>
              </w:rPr>
              <w:t xml:space="preserve">smluvní ceny díla a konkrétní částka v Kč </w:t>
            </w:r>
          </w:p>
        </w:tc>
      </w:tr>
      <w:tr w:rsidR="00AD18F7" w:rsidRPr="00AD18F7" w14:paraId="08D23241" w14:textId="77777777" w:rsidTr="00AA59BE">
        <w:tc>
          <w:tcPr>
            <w:cnfStyle w:val="001000000000" w:firstRow="0" w:lastRow="0" w:firstColumn="1" w:lastColumn="0" w:oddVBand="0" w:evenVBand="0" w:oddHBand="0" w:evenHBand="0" w:firstRowFirstColumn="0" w:firstRowLastColumn="0" w:lastRowFirstColumn="0" w:lastRowLastColumn="0"/>
            <w:tcW w:w="3259" w:type="dxa"/>
            <w:vAlign w:val="center"/>
          </w:tcPr>
          <w:p w14:paraId="192AF0A0" w14:textId="77777777" w:rsidR="00AD18F7" w:rsidRPr="00AD18F7" w:rsidRDefault="00AD18F7" w:rsidP="00AA59BE">
            <w:pPr>
              <w:keepNext/>
              <w:spacing w:after="60"/>
              <w:jc w:val="center"/>
              <w:outlineLvl w:val="3"/>
              <w:rPr>
                <w:rFonts w:ascii="Verdana" w:eastAsia="Times New Roman" w:hAnsi="Verdana"/>
                <w:bCs/>
                <w:color w:val="FF0000"/>
                <w:sz w:val="16"/>
                <w:szCs w:val="20"/>
              </w:rPr>
            </w:pPr>
          </w:p>
        </w:tc>
        <w:tc>
          <w:tcPr>
            <w:tcW w:w="3260" w:type="dxa"/>
            <w:vAlign w:val="center"/>
          </w:tcPr>
          <w:p w14:paraId="1F5DF129"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71F96CDC"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BCD6C01" w14:textId="77777777" w:rsidTr="00AA59BE">
        <w:tc>
          <w:tcPr>
            <w:cnfStyle w:val="001000000000" w:firstRow="0" w:lastRow="0" w:firstColumn="1" w:lastColumn="0" w:oddVBand="0" w:evenVBand="0" w:oddHBand="0" w:evenHBand="0" w:firstRowFirstColumn="0" w:firstRowLastColumn="0" w:lastRowFirstColumn="0" w:lastRowLastColumn="0"/>
            <w:tcW w:w="3259" w:type="dxa"/>
            <w:vAlign w:val="center"/>
          </w:tcPr>
          <w:p w14:paraId="02DEA4AF" w14:textId="77777777" w:rsidR="00AD18F7" w:rsidRPr="00AD18F7" w:rsidRDefault="00AD18F7" w:rsidP="00AA59BE">
            <w:pPr>
              <w:keepNext/>
              <w:spacing w:after="60"/>
              <w:jc w:val="center"/>
              <w:outlineLvl w:val="3"/>
              <w:rPr>
                <w:rFonts w:ascii="Verdana" w:eastAsia="Times New Roman" w:hAnsi="Verdana"/>
                <w:bCs/>
                <w:color w:val="FF0000"/>
                <w:sz w:val="16"/>
                <w:szCs w:val="20"/>
              </w:rPr>
            </w:pPr>
          </w:p>
        </w:tc>
        <w:tc>
          <w:tcPr>
            <w:tcW w:w="3260" w:type="dxa"/>
            <w:vAlign w:val="center"/>
          </w:tcPr>
          <w:p w14:paraId="3260827A"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B7A3EF1"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D4A9B99" w14:textId="77777777" w:rsidTr="00AA59BE">
        <w:tc>
          <w:tcPr>
            <w:cnfStyle w:val="001000000000" w:firstRow="0" w:lastRow="0" w:firstColumn="1" w:lastColumn="0" w:oddVBand="0" w:evenVBand="0" w:oddHBand="0" w:evenHBand="0" w:firstRowFirstColumn="0" w:firstRowLastColumn="0" w:lastRowFirstColumn="0" w:lastRowLastColumn="0"/>
            <w:tcW w:w="3259" w:type="dxa"/>
            <w:vAlign w:val="center"/>
          </w:tcPr>
          <w:p w14:paraId="72B55500" w14:textId="77777777" w:rsidR="00AD18F7" w:rsidRPr="00AD18F7" w:rsidRDefault="00AD18F7" w:rsidP="00AA59BE">
            <w:pPr>
              <w:keepNext/>
              <w:spacing w:after="60"/>
              <w:jc w:val="center"/>
              <w:outlineLvl w:val="3"/>
              <w:rPr>
                <w:rFonts w:ascii="Verdana" w:eastAsia="Times New Roman" w:hAnsi="Verdana"/>
                <w:bCs/>
                <w:color w:val="FF0000"/>
                <w:sz w:val="16"/>
                <w:szCs w:val="20"/>
              </w:rPr>
            </w:pPr>
          </w:p>
        </w:tc>
        <w:tc>
          <w:tcPr>
            <w:tcW w:w="3260" w:type="dxa"/>
            <w:vAlign w:val="center"/>
          </w:tcPr>
          <w:p w14:paraId="318ADDC2"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376A1F96"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2536C04" w14:textId="77777777" w:rsidTr="00AA59BE">
        <w:tc>
          <w:tcPr>
            <w:cnfStyle w:val="001000000000" w:firstRow="0" w:lastRow="0" w:firstColumn="1" w:lastColumn="0" w:oddVBand="0" w:evenVBand="0" w:oddHBand="0" w:evenHBand="0" w:firstRowFirstColumn="0" w:firstRowLastColumn="0" w:lastRowFirstColumn="0" w:lastRowLastColumn="0"/>
            <w:tcW w:w="3259" w:type="dxa"/>
            <w:vAlign w:val="center"/>
          </w:tcPr>
          <w:p w14:paraId="3240422E" w14:textId="77777777" w:rsidR="00AD18F7" w:rsidRPr="00AD18F7" w:rsidRDefault="00AD18F7" w:rsidP="00AA59BE">
            <w:pPr>
              <w:keepNext/>
              <w:spacing w:after="60"/>
              <w:jc w:val="center"/>
              <w:outlineLvl w:val="3"/>
              <w:rPr>
                <w:rFonts w:ascii="Verdana" w:eastAsia="Times New Roman" w:hAnsi="Verdana"/>
                <w:bCs/>
                <w:color w:val="FF0000"/>
                <w:sz w:val="16"/>
                <w:szCs w:val="20"/>
              </w:rPr>
            </w:pPr>
          </w:p>
        </w:tc>
        <w:tc>
          <w:tcPr>
            <w:tcW w:w="3260" w:type="dxa"/>
            <w:vAlign w:val="center"/>
          </w:tcPr>
          <w:p w14:paraId="6637B374"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1EC53B1"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57"/>
        <w:gridCol w:w="2845"/>
      </w:tblGrid>
      <w:tr w:rsidR="00AD18F7" w:rsidRPr="00AD18F7" w14:paraId="37658FF2" w14:textId="77777777" w:rsidTr="00AA59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63B092"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4C7996B9"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6F980E32" w14:textId="77777777" w:rsidR="00AD18F7" w:rsidRPr="00AD18F7" w:rsidRDefault="00AD18F7" w:rsidP="00AA59BE">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5F61579"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01373"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1070920"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A9F0634"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29EBF"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45B0CC6B"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417B96F"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1BDD0DC"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5A0244D6"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4F6D776"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D319C2F"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33418E24"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72AA315"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B4C8A5"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7E8248AA"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C521C3A"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9BF4A3F"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6A90491F"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6668166"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11C17A"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5382816"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CC64085"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57F02BE"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649900F2"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79AEF673"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A60AC7"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48F853AD"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A3CE7A3"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8319B7A"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2268158"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293E7E0"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D8F0372"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52842533"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EBD043C"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3347C0"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1D54869D"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01C90930"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584B69" w14:textId="77777777" w:rsidR="00AD18F7" w:rsidRPr="00AD18F7" w:rsidRDefault="00AD18F7" w:rsidP="00AA59BE">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0A51DE47"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D3CFD30"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8721D2E"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6CD61DAA"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7A0C0E71"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7CA1325"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7E4D6441"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69BD7735"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B92F691"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1009F9B6"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7D72BE4"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932005"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3B402BA5"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4878A6DA" w14:textId="77777777" w:rsidTr="00AA59BE">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4BB803B" w14:textId="77777777" w:rsidR="00AD18F7" w:rsidRPr="00AD18F7" w:rsidRDefault="00AD18F7" w:rsidP="00AA59BE">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283305F7"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7A5D608" w14:textId="77777777" w:rsidR="00AD18F7" w:rsidRPr="00AD18F7" w:rsidRDefault="00AD18F7" w:rsidP="00AA59BE">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64"/>
        <w:gridCol w:w="2840"/>
        <w:gridCol w:w="2898"/>
      </w:tblGrid>
      <w:tr w:rsidR="00AD18F7" w:rsidRPr="00AD18F7" w14:paraId="2D5FDECF" w14:textId="77777777" w:rsidTr="00AA59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010CCC6" w14:textId="77777777" w:rsidR="00AD18F7" w:rsidRPr="00AD18F7" w:rsidRDefault="00AD18F7" w:rsidP="00AA59BE">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6F8C6F90" w14:textId="77777777" w:rsidR="00AD18F7" w:rsidRPr="00AD18F7" w:rsidRDefault="00AD18F7" w:rsidP="00AA59BE">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79A0EAE2" w14:textId="77777777" w:rsidR="00AD18F7" w:rsidRPr="00AD18F7" w:rsidRDefault="00AD18F7" w:rsidP="00AA59BE">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AD18F7" w:rsidRPr="00AD18F7" w14:paraId="3E554D34" w14:textId="77777777" w:rsidTr="00AA59B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F364AB" w14:textId="63B71042" w:rsidR="00AD18F7" w:rsidRPr="00AD18F7" w:rsidRDefault="00AD18F7" w:rsidP="00AA59BE">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0017270D">
              <w:rPr>
                <w:rFonts w:ascii="Verdana" w:eastAsia="Times New Roman" w:hAnsi="Verdana"/>
                <w:bCs/>
                <w:sz w:val="16"/>
                <w:szCs w:val="20"/>
              </w:rPr>
              <w:t xml:space="preserve"> (v </w:t>
            </w:r>
            <w:r w:rsidRPr="00AD18F7">
              <w:rPr>
                <w:rFonts w:ascii="Verdana" w:eastAsia="Times New Roman" w:hAnsi="Verdana"/>
                <w:bCs/>
                <w:sz w:val="16"/>
                <w:szCs w:val="20"/>
              </w:rPr>
              <w:t>případě, kdy se jedná o společnost – dříve sdružení):</w:t>
            </w:r>
          </w:p>
        </w:tc>
        <w:tc>
          <w:tcPr>
            <w:tcW w:w="3260" w:type="dxa"/>
            <w:vAlign w:val="center"/>
          </w:tcPr>
          <w:p w14:paraId="0169DA2D"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4E3B2F5"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26204D78" w14:textId="77777777" w:rsidTr="00AA59B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97F8DEB" w14:textId="77777777" w:rsidR="00AD18F7" w:rsidRPr="00AD18F7" w:rsidRDefault="00AD18F7" w:rsidP="00AA59BE">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5D745BE4"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53F62CC4"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55A94BF8" w14:textId="77777777" w:rsidTr="00AA59B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48CE82" w14:textId="630A24FA" w:rsidR="00AD18F7" w:rsidRPr="00AD18F7" w:rsidRDefault="00AD18F7" w:rsidP="00AA59BE">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0017270D">
              <w:rPr>
                <w:rFonts w:ascii="Verdana" w:eastAsia="Times New Roman" w:hAnsi="Verdana"/>
                <w:bCs/>
                <w:sz w:val="16"/>
                <w:szCs w:val="20"/>
              </w:rPr>
              <w:t xml:space="preserve"> (v případě, kdy </w:t>
            </w:r>
            <w:r w:rsidRPr="00AD18F7">
              <w:rPr>
                <w:rFonts w:ascii="Verdana" w:eastAsia="Times New Roman" w:hAnsi="Verdana"/>
                <w:bCs/>
                <w:sz w:val="16"/>
                <w:szCs w:val="20"/>
              </w:rPr>
              <w:t>se jedná o společnost na základě společenské smlouvy – dříve sdružení):</w:t>
            </w:r>
          </w:p>
        </w:tc>
        <w:tc>
          <w:tcPr>
            <w:tcW w:w="3260" w:type="dxa"/>
            <w:vAlign w:val="center"/>
          </w:tcPr>
          <w:p w14:paraId="442729DE"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D7DFEEB"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612D0A6F" w14:textId="77777777" w:rsidTr="00AA59B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D457B0" w14:textId="1EF478CB" w:rsidR="00AD18F7" w:rsidRPr="00AD18F7" w:rsidRDefault="00AD18F7" w:rsidP="00AA59BE">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0017270D">
              <w:rPr>
                <w:rFonts w:ascii="Verdana" w:eastAsia="Times New Roman" w:hAnsi="Verdana"/>
                <w:bCs/>
                <w:sz w:val="16"/>
                <w:szCs w:val="20"/>
              </w:rPr>
              <w:t xml:space="preserve"> (v případě, kdy </w:t>
            </w:r>
            <w:r w:rsidRPr="00AD18F7">
              <w:rPr>
                <w:rFonts w:ascii="Verdana" w:eastAsia="Times New Roman" w:hAnsi="Verdana"/>
                <w:bCs/>
                <w:sz w:val="16"/>
                <w:szCs w:val="20"/>
              </w:rPr>
              <w:t>se jedná o společnost na základě společenské smlouvy – dříve sdružení):</w:t>
            </w:r>
          </w:p>
        </w:tc>
        <w:tc>
          <w:tcPr>
            <w:tcW w:w="3260" w:type="dxa"/>
            <w:vAlign w:val="center"/>
          </w:tcPr>
          <w:p w14:paraId="1F34D8AD"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4969213D"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447787B6" w14:textId="77777777" w:rsidTr="00AA59B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7F62609" w14:textId="698EA51B" w:rsidR="00AD18F7" w:rsidRPr="00AD18F7" w:rsidRDefault="00AD18F7" w:rsidP="00AA59BE">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0017270D">
              <w:rPr>
                <w:rFonts w:ascii="Verdana" w:eastAsia="Times New Roman" w:hAnsi="Verdana"/>
                <w:bCs/>
                <w:sz w:val="16"/>
                <w:szCs w:val="20"/>
              </w:rPr>
              <w:t xml:space="preserve"> (v případě, kdy se jedná o společnost na </w:t>
            </w:r>
            <w:r w:rsidRPr="00AD18F7">
              <w:rPr>
                <w:rFonts w:ascii="Verdana" w:eastAsia="Times New Roman" w:hAnsi="Verdana"/>
                <w:bCs/>
                <w:sz w:val="16"/>
                <w:szCs w:val="20"/>
              </w:rPr>
              <w:t>základě společenské smlouvy – dříve sdružení):</w:t>
            </w:r>
          </w:p>
        </w:tc>
        <w:tc>
          <w:tcPr>
            <w:tcW w:w="3260" w:type="dxa"/>
            <w:vAlign w:val="center"/>
          </w:tcPr>
          <w:p w14:paraId="591DD559"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688EAC5E"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5CDD89C7" w14:textId="77777777" w:rsidTr="00AA59BE">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9E2ABB" w14:textId="77777777" w:rsidR="00AD18F7" w:rsidRPr="00AD18F7" w:rsidRDefault="00AD18F7" w:rsidP="00AA59BE">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26DA2B11"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1AB2EA91"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39FB6D9C" w14:textId="77777777" w:rsidR="00AD18F7" w:rsidRPr="00AD18F7" w:rsidRDefault="00AD18F7" w:rsidP="00AA59BE">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66"/>
        <w:gridCol w:w="4336"/>
      </w:tblGrid>
      <w:tr w:rsidR="00AD18F7" w:rsidRPr="00AD18F7" w14:paraId="1731F033" w14:textId="77777777" w:rsidTr="00AA59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DA8DD19"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23709B5" w14:textId="77777777" w:rsidR="00AD18F7" w:rsidRPr="00AD18F7" w:rsidRDefault="00AD18F7" w:rsidP="00AA59BE">
            <w:pPr>
              <w:keepNext/>
              <w:spacing w:after="60"/>
              <w:outlineLvl w:val="3"/>
              <w:rPr>
                <w:rFonts w:ascii="Verdana" w:eastAsia="Times New Roman" w:hAnsi="Verdana"/>
                <w:b/>
                <w:bCs/>
                <w:sz w:val="16"/>
                <w:szCs w:val="20"/>
              </w:rPr>
            </w:pPr>
          </w:p>
          <w:p w14:paraId="247C47E3" w14:textId="77777777" w:rsidR="00AD18F7" w:rsidRPr="00AD18F7" w:rsidRDefault="00AD18F7" w:rsidP="00AA59BE">
            <w:pPr>
              <w:keepNext/>
              <w:spacing w:after="60"/>
              <w:outlineLvl w:val="3"/>
              <w:rPr>
                <w:rFonts w:ascii="Verdana" w:eastAsia="Times New Roman" w:hAnsi="Verdana"/>
                <w:bCs/>
                <w:sz w:val="16"/>
                <w:szCs w:val="20"/>
              </w:rPr>
            </w:pPr>
          </w:p>
          <w:p w14:paraId="4EDE8EDB" w14:textId="77777777" w:rsidR="00AD18F7" w:rsidRPr="00AD18F7" w:rsidRDefault="00AD18F7" w:rsidP="00AA59BE">
            <w:pPr>
              <w:keepNext/>
              <w:spacing w:after="60"/>
              <w:outlineLvl w:val="3"/>
              <w:rPr>
                <w:rFonts w:ascii="Verdana" w:eastAsia="Times New Roman" w:hAnsi="Verdana"/>
                <w:bCs/>
                <w:sz w:val="16"/>
                <w:szCs w:val="20"/>
              </w:rPr>
            </w:pPr>
          </w:p>
          <w:p w14:paraId="4B1B34A9" w14:textId="77777777" w:rsidR="00AD18F7" w:rsidRPr="00AD18F7" w:rsidRDefault="00AD18F7" w:rsidP="00AA59BE">
            <w:pPr>
              <w:keepNext/>
              <w:spacing w:after="60"/>
              <w:outlineLvl w:val="3"/>
              <w:rPr>
                <w:rFonts w:ascii="Verdana" w:eastAsia="Times New Roman" w:hAnsi="Verdana"/>
                <w:bCs/>
                <w:sz w:val="16"/>
                <w:szCs w:val="20"/>
              </w:rPr>
            </w:pPr>
          </w:p>
          <w:p w14:paraId="6DC00DB6" w14:textId="77777777" w:rsidR="00AD18F7" w:rsidRPr="00AD18F7" w:rsidRDefault="00AD18F7" w:rsidP="00AA59BE">
            <w:pPr>
              <w:keepNext/>
              <w:spacing w:after="60"/>
              <w:outlineLvl w:val="3"/>
              <w:rPr>
                <w:rFonts w:ascii="Verdana" w:eastAsia="Times New Roman" w:hAnsi="Verdana"/>
                <w:bCs/>
                <w:sz w:val="16"/>
                <w:szCs w:val="20"/>
              </w:rPr>
            </w:pPr>
          </w:p>
        </w:tc>
        <w:tc>
          <w:tcPr>
            <w:tcW w:w="4890" w:type="dxa"/>
            <w:vAlign w:val="center"/>
          </w:tcPr>
          <w:p w14:paraId="7BDAE28B" w14:textId="77777777" w:rsidR="00AD18F7" w:rsidRPr="00AD18F7" w:rsidRDefault="00AD18F7" w:rsidP="00AA59BE">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AD18F7" w:rsidRPr="00AD18F7" w14:paraId="1E686B32" w14:textId="77777777" w:rsidTr="00AA59B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71D8982F"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1D53441A"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6E51729" w14:textId="77777777" w:rsidR="00AD18F7" w:rsidRPr="00AD18F7" w:rsidRDefault="00AD18F7" w:rsidP="00AA59BE">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413"/>
        <w:gridCol w:w="4289"/>
      </w:tblGrid>
      <w:tr w:rsidR="00AD18F7" w:rsidRPr="00AD18F7" w14:paraId="13C1F072" w14:textId="77777777" w:rsidTr="00AA59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DB64A00"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1541AE21" w14:textId="77777777" w:rsidR="00AD18F7" w:rsidRPr="00AD18F7" w:rsidRDefault="00AD18F7" w:rsidP="00AA59BE">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AD18F7" w:rsidRPr="00AD18F7" w14:paraId="3EF835B3" w14:textId="77777777" w:rsidTr="00AA59B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23211B2"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25DD89B2"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2F3609A3" w14:textId="77777777" w:rsidTr="00AA59B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330EB2B"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16BAB3FB" w14:textId="77777777" w:rsidR="00AD18F7" w:rsidRPr="00AD18F7" w:rsidRDefault="00AD18F7" w:rsidP="00AA59BE">
            <w:pPr>
              <w:keepNext/>
              <w:spacing w:after="60"/>
              <w:outlineLvl w:val="3"/>
              <w:rPr>
                <w:rFonts w:ascii="Verdana" w:eastAsia="Times New Roman" w:hAnsi="Verdana"/>
                <w:b/>
                <w:bCs/>
                <w:sz w:val="16"/>
                <w:szCs w:val="20"/>
              </w:rPr>
            </w:pPr>
          </w:p>
        </w:tc>
        <w:tc>
          <w:tcPr>
            <w:tcW w:w="4890" w:type="dxa"/>
            <w:vAlign w:val="center"/>
          </w:tcPr>
          <w:p w14:paraId="1397521E"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AD18F7" w:rsidRPr="00AD18F7" w14:paraId="3A499D5E" w14:textId="77777777" w:rsidTr="00AA59BE">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71C89A8" w14:textId="77777777" w:rsidR="00AD18F7" w:rsidRPr="00AD18F7" w:rsidRDefault="00AD18F7" w:rsidP="00AA59BE">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2CD9CAE6" w14:textId="77777777" w:rsidR="00AD18F7" w:rsidRPr="00AD18F7" w:rsidRDefault="00AD18F7" w:rsidP="00AA59BE">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6E163" w14:textId="77777777" w:rsidR="00AD18F7" w:rsidRPr="00AD18F7" w:rsidRDefault="00AD18F7" w:rsidP="00AA59BE">
      <w:pPr>
        <w:keepNext/>
        <w:spacing w:after="60"/>
        <w:outlineLvl w:val="3"/>
        <w:rPr>
          <w:rFonts w:ascii="Verdana" w:eastAsia="Times New Roman" w:hAnsi="Verdana"/>
          <w:bCs/>
          <w:color w:val="FF0000"/>
          <w:sz w:val="12"/>
          <w:szCs w:val="20"/>
        </w:rPr>
      </w:pPr>
    </w:p>
    <w:p w14:paraId="2FA15C52" w14:textId="77777777" w:rsidR="00AD18F7" w:rsidRPr="00AD18F7" w:rsidRDefault="00AD18F7" w:rsidP="00AA59BE">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5C5F88F5" w14:textId="77777777" w:rsidR="00AD18F7" w:rsidRPr="00AD18F7" w:rsidRDefault="00AD18F7" w:rsidP="00AA59BE">
      <w:pPr>
        <w:keepNext/>
        <w:spacing w:after="60"/>
        <w:jc w:val="both"/>
        <w:outlineLvl w:val="3"/>
        <w:rPr>
          <w:rFonts w:ascii="Verdana" w:eastAsia="Times New Roman" w:hAnsi="Verdana"/>
          <w:b/>
          <w:bCs/>
          <w:i/>
          <w:sz w:val="14"/>
        </w:rPr>
      </w:pPr>
    </w:p>
    <w:p w14:paraId="581610AB" w14:textId="77777777" w:rsidR="00AD18F7" w:rsidRPr="00AD18F7" w:rsidRDefault="00AD18F7" w:rsidP="00AA59BE">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18A5F03" w14:textId="77777777" w:rsidR="00AD18F7" w:rsidRPr="00AD18F7" w:rsidRDefault="00AD18F7" w:rsidP="00AA59BE">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146BEFB4" w14:textId="77777777" w:rsidR="00AD18F7" w:rsidRPr="00AD18F7" w:rsidRDefault="00AD18F7" w:rsidP="00AA59BE">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0BD7784D" w14:textId="77777777" w:rsidR="00AD18F7" w:rsidRPr="00F0533E" w:rsidRDefault="00AD18F7" w:rsidP="00AA59BE"/>
    <w:p w14:paraId="5F88CCA1" w14:textId="1E1F3786" w:rsidR="00AD18F7" w:rsidRPr="00165977" w:rsidRDefault="00AD18F7" w:rsidP="001F26D5">
      <w:pPr>
        <w:pStyle w:val="Nadpisbezsl1-2"/>
      </w:pPr>
    </w:p>
    <w:sectPr w:rsidR="00AD18F7"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356313" w16cid:durableId="23AA7A16"/>
  <w16cid:commentId w16cid:paraId="6E26BD25" w16cid:durableId="23AA7A17"/>
  <w16cid:commentId w16cid:paraId="5F332E59" w16cid:durableId="23AA7A18"/>
  <w16cid:commentId w16cid:paraId="4985FA8D" w16cid:durableId="23AA7A19"/>
  <w16cid:commentId w16cid:paraId="33E9D47B" w16cid:durableId="23AA7A1A"/>
  <w16cid:commentId w16cid:paraId="6DBEC054" w16cid:durableId="23AA7A1B"/>
  <w16cid:commentId w16cid:paraId="2C8943AF" w16cid:durableId="23AA7A1C"/>
  <w16cid:commentId w16cid:paraId="28F6519D" w16cid:durableId="23AA7A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526AC" w14:textId="77777777" w:rsidR="00DC5371" w:rsidRDefault="00DC5371" w:rsidP="00962258">
      <w:pPr>
        <w:spacing w:after="0" w:line="240" w:lineRule="auto"/>
      </w:pPr>
      <w:r>
        <w:separator/>
      </w:r>
    </w:p>
  </w:endnote>
  <w:endnote w:type="continuationSeparator" w:id="0">
    <w:p w14:paraId="74DC69A7" w14:textId="77777777" w:rsidR="00DC5371" w:rsidRDefault="00DC53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9BE" w:rsidRPr="00A22592" w14:paraId="66AB46D4" w14:textId="77777777" w:rsidTr="00EB46E5">
      <w:tc>
        <w:tcPr>
          <w:tcW w:w="1361" w:type="dxa"/>
          <w:tcMar>
            <w:left w:w="0" w:type="dxa"/>
            <w:right w:w="0" w:type="dxa"/>
          </w:tcMar>
          <w:vAlign w:val="bottom"/>
        </w:tcPr>
        <w:p w14:paraId="357001FE" w14:textId="3CAD64E7" w:rsidR="00AA59BE" w:rsidRPr="00B8518B" w:rsidRDefault="00AA59B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1E5D">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1E5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AA59BE" w:rsidRDefault="00AA59BE" w:rsidP="00B8518B">
          <w:pPr>
            <w:pStyle w:val="Zpat"/>
          </w:pPr>
        </w:p>
      </w:tc>
      <w:tc>
        <w:tcPr>
          <w:tcW w:w="425" w:type="dxa"/>
          <w:shd w:val="clear" w:color="auto" w:fill="auto"/>
          <w:tcMar>
            <w:left w:w="0" w:type="dxa"/>
            <w:right w:w="0" w:type="dxa"/>
          </w:tcMar>
        </w:tcPr>
        <w:p w14:paraId="6DAF8F96" w14:textId="77777777" w:rsidR="00AA59BE" w:rsidRDefault="00AA59BE" w:rsidP="00B8518B">
          <w:pPr>
            <w:pStyle w:val="Zpat"/>
          </w:pPr>
        </w:p>
      </w:tc>
      <w:tc>
        <w:tcPr>
          <w:tcW w:w="8505" w:type="dxa"/>
        </w:tcPr>
        <w:p w14:paraId="032469F4" w14:textId="77777777" w:rsidR="00AA59BE" w:rsidRPr="00A22592" w:rsidRDefault="00AA59BE" w:rsidP="00F422D3">
          <w:pPr>
            <w:pStyle w:val="Zpat0"/>
            <w:rPr>
              <w:b/>
              <w:sz w:val="14"/>
            </w:rPr>
          </w:pPr>
          <w:r w:rsidRPr="00A22592">
            <w:rPr>
              <w:b/>
              <w:sz w:val="14"/>
            </w:rPr>
            <w:t>SMLOUVA O DÍLO</w:t>
          </w:r>
        </w:p>
        <w:p w14:paraId="27015DE1" w14:textId="77777777" w:rsidR="00AA59BE" w:rsidRPr="00A22592" w:rsidRDefault="00AA59BE" w:rsidP="00F422D3">
          <w:pPr>
            <w:pStyle w:val="Zpat0"/>
            <w:rPr>
              <w:sz w:val="14"/>
            </w:rPr>
          </w:pPr>
          <w:r w:rsidRPr="00A22592">
            <w:rPr>
              <w:sz w:val="14"/>
            </w:rPr>
            <w:t>Zhotovení stavby</w:t>
          </w:r>
        </w:p>
        <w:p w14:paraId="7A7B48F8" w14:textId="48188404" w:rsidR="00AA59BE" w:rsidRPr="00A22592" w:rsidRDefault="00AA59BE" w:rsidP="00F422D3">
          <w:pPr>
            <w:pStyle w:val="Zpat0"/>
            <w:rPr>
              <w:sz w:val="14"/>
            </w:rPr>
          </w:pPr>
          <w:r>
            <w:rPr>
              <w:sz w:val="14"/>
            </w:rPr>
            <w:t>„Oprava mostu v úseku Starkoč – Červený Kostelec“</w:t>
          </w:r>
        </w:p>
      </w:tc>
    </w:tr>
  </w:tbl>
  <w:p w14:paraId="53C93338" w14:textId="77777777" w:rsidR="00AA59BE" w:rsidRPr="00B8518B" w:rsidRDefault="00AA59B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AA59BE" w:rsidRPr="00B8518B" w:rsidRDefault="00AA59BE" w:rsidP="00460660">
    <w:pPr>
      <w:pStyle w:val="Zpat"/>
      <w:rPr>
        <w:sz w:val="2"/>
        <w:szCs w:val="2"/>
      </w:rPr>
    </w:pPr>
  </w:p>
  <w:p w14:paraId="79482BEC" w14:textId="77777777" w:rsidR="00AA59BE" w:rsidRPr="00460660" w:rsidRDefault="00AA59B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59BE" w:rsidRPr="00A22592" w14:paraId="22AF6DD5" w14:textId="77777777" w:rsidTr="00EB46E5">
      <w:tc>
        <w:tcPr>
          <w:tcW w:w="1361" w:type="dxa"/>
          <w:tcMar>
            <w:left w:w="0" w:type="dxa"/>
            <w:right w:w="0" w:type="dxa"/>
          </w:tcMar>
          <w:vAlign w:val="bottom"/>
        </w:tcPr>
        <w:p w14:paraId="608A442B" w14:textId="77777777" w:rsidR="00AA59BE" w:rsidRPr="00B8518B" w:rsidRDefault="00AA59BE" w:rsidP="00502690">
          <w:pPr>
            <w:pStyle w:val="Zpat"/>
            <w:jc w:val="right"/>
            <w:rPr>
              <w:rStyle w:val="slostrnky"/>
            </w:rPr>
          </w:pPr>
        </w:p>
      </w:tc>
      <w:tc>
        <w:tcPr>
          <w:tcW w:w="284" w:type="dxa"/>
          <w:shd w:val="clear" w:color="auto" w:fill="auto"/>
          <w:tcMar>
            <w:left w:w="0" w:type="dxa"/>
            <w:right w:w="0" w:type="dxa"/>
          </w:tcMar>
        </w:tcPr>
        <w:p w14:paraId="336607A1" w14:textId="77777777" w:rsidR="00AA59BE" w:rsidRDefault="00AA59BE" w:rsidP="00B8518B">
          <w:pPr>
            <w:pStyle w:val="Zpat"/>
          </w:pPr>
        </w:p>
      </w:tc>
      <w:tc>
        <w:tcPr>
          <w:tcW w:w="425" w:type="dxa"/>
          <w:shd w:val="clear" w:color="auto" w:fill="auto"/>
          <w:tcMar>
            <w:left w:w="0" w:type="dxa"/>
            <w:right w:w="0" w:type="dxa"/>
          </w:tcMar>
        </w:tcPr>
        <w:p w14:paraId="6C3F7571" w14:textId="77777777" w:rsidR="00AA59BE" w:rsidRDefault="00AA59BE" w:rsidP="00B8518B">
          <w:pPr>
            <w:pStyle w:val="Zpat"/>
          </w:pPr>
        </w:p>
      </w:tc>
      <w:tc>
        <w:tcPr>
          <w:tcW w:w="8505" w:type="dxa"/>
        </w:tcPr>
        <w:p w14:paraId="5989549A" w14:textId="77777777" w:rsidR="00AA59BE" w:rsidRPr="00A22592" w:rsidRDefault="00AA59BE" w:rsidP="00F422D3">
          <w:pPr>
            <w:pStyle w:val="Zpat0"/>
            <w:rPr>
              <w:b/>
              <w:sz w:val="14"/>
            </w:rPr>
          </w:pPr>
          <w:r>
            <w:rPr>
              <w:b/>
              <w:sz w:val="14"/>
            </w:rPr>
            <w:t>SMLOUVA O DÍLO</w:t>
          </w:r>
        </w:p>
        <w:p w14:paraId="047F8F29" w14:textId="77777777" w:rsidR="00AA59BE" w:rsidRPr="00A22592" w:rsidRDefault="00AA59BE" w:rsidP="00F95FBD">
          <w:pPr>
            <w:pStyle w:val="Zpat0"/>
            <w:rPr>
              <w:sz w:val="14"/>
            </w:rPr>
          </w:pPr>
          <w:r w:rsidRPr="00A22592">
            <w:rPr>
              <w:sz w:val="14"/>
            </w:rPr>
            <w:t>Zhotovení stavby</w:t>
          </w:r>
        </w:p>
        <w:p w14:paraId="2CA3CAFF" w14:textId="2E5AD44A" w:rsidR="00AA59BE" w:rsidRPr="00A22592" w:rsidRDefault="00AA59BE" w:rsidP="00F95FBD">
          <w:pPr>
            <w:pStyle w:val="Zpat0"/>
            <w:rPr>
              <w:sz w:val="14"/>
            </w:rPr>
          </w:pPr>
          <w:r>
            <w:rPr>
              <w:sz w:val="14"/>
            </w:rPr>
            <w:t>„Oprava mostu v úseku Starkoč – Červený Kostelec“</w:t>
          </w:r>
        </w:p>
      </w:tc>
    </w:tr>
  </w:tbl>
  <w:p w14:paraId="3F154C03" w14:textId="77777777" w:rsidR="00AA59BE" w:rsidRPr="00B8518B" w:rsidRDefault="00AA59B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AA59BE" w:rsidRPr="008F58C3" w:rsidRDefault="00AA59BE">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CA29B" w14:textId="77777777" w:rsidR="00DC5371" w:rsidRDefault="00DC5371" w:rsidP="00962258">
      <w:pPr>
        <w:spacing w:after="0" w:line="240" w:lineRule="auto"/>
      </w:pPr>
      <w:r>
        <w:separator/>
      </w:r>
    </w:p>
  </w:footnote>
  <w:footnote w:type="continuationSeparator" w:id="0">
    <w:p w14:paraId="0473ADE6" w14:textId="77777777" w:rsidR="00DC5371" w:rsidRDefault="00DC53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9BE" w14:paraId="5D031E28" w14:textId="77777777" w:rsidTr="00C02D0A">
      <w:trPr>
        <w:trHeight w:hRule="exact" w:val="454"/>
      </w:trPr>
      <w:tc>
        <w:tcPr>
          <w:tcW w:w="1361" w:type="dxa"/>
          <w:tcMar>
            <w:top w:w="57" w:type="dxa"/>
            <w:left w:w="0" w:type="dxa"/>
            <w:right w:w="0" w:type="dxa"/>
          </w:tcMar>
        </w:tcPr>
        <w:p w14:paraId="4489E32C" w14:textId="77777777" w:rsidR="00AA59BE" w:rsidRPr="00B8518B" w:rsidRDefault="00AA59BE" w:rsidP="00523EA7">
          <w:pPr>
            <w:pStyle w:val="Zpat"/>
            <w:rPr>
              <w:rStyle w:val="slostrnky"/>
            </w:rPr>
          </w:pPr>
        </w:p>
      </w:tc>
      <w:tc>
        <w:tcPr>
          <w:tcW w:w="3458" w:type="dxa"/>
          <w:shd w:val="clear" w:color="auto" w:fill="auto"/>
          <w:tcMar>
            <w:top w:w="57" w:type="dxa"/>
            <w:left w:w="0" w:type="dxa"/>
            <w:right w:w="0" w:type="dxa"/>
          </w:tcMar>
        </w:tcPr>
        <w:p w14:paraId="78DCDEDB" w14:textId="77777777" w:rsidR="00AA59BE" w:rsidRDefault="00AA59BE" w:rsidP="00523EA7">
          <w:pPr>
            <w:pStyle w:val="Zpat"/>
          </w:pPr>
        </w:p>
      </w:tc>
      <w:tc>
        <w:tcPr>
          <w:tcW w:w="5698" w:type="dxa"/>
          <w:shd w:val="clear" w:color="auto" w:fill="auto"/>
          <w:tcMar>
            <w:top w:w="57" w:type="dxa"/>
            <w:left w:w="0" w:type="dxa"/>
            <w:right w:w="0" w:type="dxa"/>
          </w:tcMar>
        </w:tcPr>
        <w:p w14:paraId="4C5E6986" w14:textId="77777777" w:rsidR="00AA59BE" w:rsidRPr="00D6163D" w:rsidRDefault="00AA59BE" w:rsidP="00D6163D">
          <w:pPr>
            <w:pStyle w:val="Druhdokumentu"/>
          </w:pPr>
        </w:p>
      </w:tc>
    </w:tr>
  </w:tbl>
  <w:p w14:paraId="5BA8D49F" w14:textId="77777777" w:rsidR="00AA59BE" w:rsidRPr="00D6163D" w:rsidRDefault="00AA59B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59BE" w14:paraId="384D7FDA" w14:textId="77777777" w:rsidTr="00B22106">
      <w:trPr>
        <w:trHeight w:hRule="exact" w:val="936"/>
      </w:trPr>
      <w:tc>
        <w:tcPr>
          <w:tcW w:w="1361" w:type="dxa"/>
          <w:tcMar>
            <w:left w:w="0" w:type="dxa"/>
            <w:right w:w="0" w:type="dxa"/>
          </w:tcMar>
        </w:tcPr>
        <w:p w14:paraId="78661BD7" w14:textId="77777777" w:rsidR="00AA59BE" w:rsidRPr="00B8518B" w:rsidRDefault="00AA59BE" w:rsidP="00FC6389">
          <w:pPr>
            <w:pStyle w:val="Zpat"/>
            <w:rPr>
              <w:rStyle w:val="slostrnky"/>
            </w:rPr>
          </w:pPr>
        </w:p>
      </w:tc>
      <w:tc>
        <w:tcPr>
          <w:tcW w:w="3458" w:type="dxa"/>
          <w:shd w:val="clear" w:color="auto" w:fill="auto"/>
          <w:tcMar>
            <w:left w:w="0" w:type="dxa"/>
            <w:right w:w="0" w:type="dxa"/>
          </w:tcMar>
        </w:tcPr>
        <w:p w14:paraId="0046FBB3" w14:textId="77777777" w:rsidR="00AA59BE" w:rsidRDefault="00AA59BE" w:rsidP="00FC6389">
          <w:pPr>
            <w:pStyle w:val="Zpat"/>
          </w:pPr>
        </w:p>
      </w:tc>
      <w:tc>
        <w:tcPr>
          <w:tcW w:w="5756" w:type="dxa"/>
          <w:shd w:val="clear" w:color="auto" w:fill="auto"/>
          <w:tcMar>
            <w:left w:w="0" w:type="dxa"/>
            <w:right w:w="0" w:type="dxa"/>
          </w:tcMar>
        </w:tcPr>
        <w:p w14:paraId="3E32A76B" w14:textId="77777777" w:rsidR="00AA59BE" w:rsidRPr="00D6163D" w:rsidRDefault="00AA59BE" w:rsidP="00FC6389">
          <w:pPr>
            <w:pStyle w:val="Druhdokumentu"/>
          </w:pPr>
        </w:p>
      </w:tc>
    </w:tr>
    <w:tr w:rsidR="00AA59BE" w14:paraId="1C69BDF4" w14:textId="77777777" w:rsidTr="00B22106">
      <w:trPr>
        <w:trHeight w:hRule="exact" w:val="936"/>
      </w:trPr>
      <w:tc>
        <w:tcPr>
          <w:tcW w:w="1361" w:type="dxa"/>
          <w:tcMar>
            <w:left w:w="0" w:type="dxa"/>
            <w:right w:w="0" w:type="dxa"/>
          </w:tcMar>
        </w:tcPr>
        <w:p w14:paraId="102E971B" w14:textId="77777777" w:rsidR="00AA59BE" w:rsidRPr="00B8518B" w:rsidRDefault="00AA59BE" w:rsidP="00FC6389">
          <w:pPr>
            <w:pStyle w:val="Zpat"/>
            <w:rPr>
              <w:rStyle w:val="slostrnky"/>
            </w:rPr>
          </w:pPr>
        </w:p>
      </w:tc>
      <w:tc>
        <w:tcPr>
          <w:tcW w:w="3458" w:type="dxa"/>
          <w:shd w:val="clear" w:color="auto" w:fill="auto"/>
          <w:tcMar>
            <w:left w:w="0" w:type="dxa"/>
            <w:right w:w="0" w:type="dxa"/>
          </w:tcMar>
        </w:tcPr>
        <w:p w14:paraId="6667902B" w14:textId="77777777" w:rsidR="00AA59BE" w:rsidRDefault="00AA59BE" w:rsidP="00FC6389">
          <w:pPr>
            <w:pStyle w:val="Zpat"/>
          </w:pPr>
        </w:p>
      </w:tc>
      <w:tc>
        <w:tcPr>
          <w:tcW w:w="5756" w:type="dxa"/>
          <w:shd w:val="clear" w:color="auto" w:fill="auto"/>
          <w:tcMar>
            <w:left w:w="0" w:type="dxa"/>
            <w:right w:w="0" w:type="dxa"/>
          </w:tcMar>
        </w:tcPr>
        <w:p w14:paraId="2E12A5A7" w14:textId="77777777" w:rsidR="00AA59BE" w:rsidRPr="00D6163D" w:rsidRDefault="00AA59BE" w:rsidP="00FC6389">
          <w:pPr>
            <w:pStyle w:val="Druhdokumentu"/>
          </w:pPr>
        </w:p>
      </w:tc>
    </w:tr>
  </w:tbl>
  <w:p w14:paraId="1FA8FBA8" w14:textId="77777777" w:rsidR="00AA59BE" w:rsidRPr="00D6163D" w:rsidRDefault="00AA59BE"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AA59BE" w:rsidRPr="00460660" w:rsidRDefault="00AA59B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9BE" w14:paraId="692406C5" w14:textId="77777777" w:rsidTr="00C02D0A">
      <w:trPr>
        <w:trHeight w:hRule="exact" w:val="454"/>
      </w:trPr>
      <w:tc>
        <w:tcPr>
          <w:tcW w:w="1361" w:type="dxa"/>
          <w:tcMar>
            <w:top w:w="57" w:type="dxa"/>
            <w:left w:w="0" w:type="dxa"/>
            <w:right w:w="0" w:type="dxa"/>
          </w:tcMar>
        </w:tcPr>
        <w:p w14:paraId="3ED70212" w14:textId="77777777" w:rsidR="00AA59BE" w:rsidRPr="00B8518B" w:rsidRDefault="00AA59BE" w:rsidP="00523EA7">
          <w:pPr>
            <w:pStyle w:val="Zpat"/>
            <w:rPr>
              <w:rStyle w:val="slostrnky"/>
            </w:rPr>
          </w:pPr>
        </w:p>
      </w:tc>
      <w:tc>
        <w:tcPr>
          <w:tcW w:w="3458" w:type="dxa"/>
          <w:shd w:val="clear" w:color="auto" w:fill="auto"/>
          <w:tcMar>
            <w:top w:w="57" w:type="dxa"/>
            <w:left w:w="0" w:type="dxa"/>
            <w:right w:w="0" w:type="dxa"/>
          </w:tcMar>
        </w:tcPr>
        <w:p w14:paraId="59774E18" w14:textId="77777777" w:rsidR="00AA59BE" w:rsidRDefault="00AA59BE" w:rsidP="00523EA7">
          <w:pPr>
            <w:pStyle w:val="Zpat"/>
          </w:pPr>
        </w:p>
      </w:tc>
      <w:tc>
        <w:tcPr>
          <w:tcW w:w="5698" w:type="dxa"/>
          <w:shd w:val="clear" w:color="auto" w:fill="auto"/>
          <w:tcMar>
            <w:top w:w="57" w:type="dxa"/>
            <w:left w:w="0" w:type="dxa"/>
            <w:right w:w="0" w:type="dxa"/>
          </w:tcMar>
        </w:tcPr>
        <w:p w14:paraId="50FBDB97" w14:textId="77777777" w:rsidR="00AA59BE" w:rsidRPr="00D6163D" w:rsidRDefault="00AA59BE" w:rsidP="00D6163D">
          <w:pPr>
            <w:pStyle w:val="Druhdokumentu"/>
          </w:pPr>
        </w:p>
      </w:tc>
    </w:tr>
  </w:tbl>
  <w:p w14:paraId="2624A862" w14:textId="77777777" w:rsidR="00AA59BE" w:rsidRPr="00D6163D" w:rsidRDefault="00AA59B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9BE" w14:paraId="7E53CC94" w14:textId="77777777" w:rsidTr="00C02D0A">
      <w:trPr>
        <w:trHeight w:hRule="exact" w:val="454"/>
      </w:trPr>
      <w:tc>
        <w:tcPr>
          <w:tcW w:w="1361" w:type="dxa"/>
          <w:tcMar>
            <w:top w:w="57" w:type="dxa"/>
            <w:left w:w="0" w:type="dxa"/>
            <w:right w:w="0" w:type="dxa"/>
          </w:tcMar>
        </w:tcPr>
        <w:p w14:paraId="5B1C5B69" w14:textId="77777777" w:rsidR="00AA59BE" w:rsidRPr="00B8518B" w:rsidRDefault="00AA59BE" w:rsidP="00523EA7">
          <w:pPr>
            <w:pStyle w:val="Zpat"/>
            <w:rPr>
              <w:rStyle w:val="slostrnky"/>
            </w:rPr>
          </w:pPr>
        </w:p>
      </w:tc>
      <w:tc>
        <w:tcPr>
          <w:tcW w:w="3458" w:type="dxa"/>
          <w:shd w:val="clear" w:color="auto" w:fill="auto"/>
          <w:tcMar>
            <w:top w:w="57" w:type="dxa"/>
            <w:left w:w="0" w:type="dxa"/>
            <w:right w:w="0" w:type="dxa"/>
          </w:tcMar>
        </w:tcPr>
        <w:p w14:paraId="69EBB16B" w14:textId="77777777" w:rsidR="00AA59BE" w:rsidRDefault="00AA59BE" w:rsidP="00523EA7">
          <w:pPr>
            <w:pStyle w:val="Zpat"/>
          </w:pPr>
        </w:p>
      </w:tc>
      <w:tc>
        <w:tcPr>
          <w:tcW w:w="5698" w:type="dxa"/>
          <w:shd w:val="clear" w:color="auto" w:fill="auto"/>
          <w:tcMar>
            <w:top w:w="57" w:type="dxa"/>
            <w:left w:w="0" w:type="dxa"/>
            <w:right w:w="0" w:type="dxa"/>
          </w:tcMar>
        </w:tcPr>
        <w:p w14:paraId="120253C1" w14:textId="77777777" w:rsidR="00AA59BE" w:rsidRPr="00D6163D" w:rsidRDefault="00AA59BE" w:rsidP="00D6163D">
          <w:pPr>
            <w:pStyle w:val="Druhdokumentu"/>
          </w:pPr>
        </w:p>
      </w:tc>
    </w:tr>
  </w:tbl>
  <w:p w14:paraId="6FDC562E" w14:textId="77777777" w:rsidR="00AA59BE" w:rsidRPr="00D6163D" w:rsidRDefault="00AA59B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9BE" w14:paraId="46017BCD" w14:textId="77777777" w:rsidTr="00C02D0A">
      <w:trPr>
        <w:trHeight w:hRule="exact" w:val="454"/>
      </w:trPr>
      <w:tc>
        <w:tcPr>
          <w:tcW w:w="1361" w:type="dxa"/>
          <w:tcMar>
            <w:top w:w="57" w:type="dxa"/>
            <w:left w:w="0" w:type="dxa"/>
            <w:right w:w="0" w:type="dxa"/>
          </w:tcMar>
        </w:tcPr>
        <w:p w14:paraId="3D3A857B" w14:textId="77777777" w:rsidR="00AA59BE" w:rsidRPr="00B8518B" w:rsidRDefault="00AA59BE" w:rsidP="00523EA7">
          <w:pPr>
            <w:pStyle w:val="Zpat"/>
            <w:rPr>
              <w:rStyle w:val="slostrnky"/>
            </w:rPr>
          </w:pPr>
        </w:p>
      </w:tc>
      <w:tc>
        <w:tcPr>
          <w:tcW w:w="3458" w:type="dxa"/>
          <w:shd w:val="clear" w:color="auto" w:fill="auto"/>
          <w:tcMar>
            <w:top w:w="57" w:type="dxa"/>
            <w:left w:w="0" w:type="dxa"/>
            <w:right w:w="0" w:type="dxa"/>
          </w:tcMar>
        </w:tcPr>
        <w:p w14:paraId="091F922F" w14:textId="77777777" w:rsidR="00AA59BE" w:rsidRDefault="00AA59BE" w:rsidP="00523EA7">
          <w:pPr>
            <w:pStyle w:val="Zpat"/>
          </w:pPr>
        </w:p>
      </w:tc>
      <w:tc>
        <w:tcPr>
          <w:tcW w:w="5698" w:type="dxa"/>
          <w:shd w:val="clear" w:color="auto" w:fill="auto"/>
          <w:tcMar>
            <w:top w:w="57" w:type="dxa"/>
            <w:left w:w="0" w:type="dxa"/>
            <w:right w:w="0" w:type="dxa"/>
          </w:tcMar>
        </w:tcPr>
        <w:p w14:paraId="1B37C807" w14:textId="77777777" w:rsidR="00AA59BE" w:rsidRPr="00D6163D" w:rsidRDefault="00AA59BE" w:rsidP="00D6163D">
          <w:pPr>
            <w:pStyle w:val="Druhdokumentu"/>
          </w:pPr>
        </w:p>
      </w:tc>
    </w:tr>
  </w:tbl>
  <w:p w14:paraId="41F73759" w14:textId="77777777" w:rsidR="00AA59BE" w:rsidRPr="00D6163D" w:rsidRDefault="00AA59B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59BE" w14:paraId="1A796983" w14:textId="77777777" w:rsidTr="00C02D0A">
      <w:trPr>
        <w:trHeight w:hRule="exact" w:val="454"/>
      </w:trPr>
      <w:tc>
        <w:tcPr>
          <w:tcW w:w="1361" w:type="dxa"/>
          <w:tcMar>
            <w:top w:w="57" w:type="dxa"/>
            <w:left w:w="0" w:type="dxa"/>
            <w:right w:w="0" w:type="dxa"/>
          </w:tcMar>
        </w:tcPr>
        <w:p w14:paraId="2C49E13B" w14:textId="77777777" w:rsidR="00AA59BE" w:rsidRPr="00B8518B" w:rsidRDefault="00AA59BE" w:rsidP="00523EA7">
          <w:pPr>
            <w:pStyle w:val="Zpat"/>
            <w:rPr>
              <w:rStyle w:val="slostrnky"/>
            </w:rPr>
          </w:pPr>
        </w:p>
      </w:tc>
      <w:tc>
        <w:tcPr>
          <w:tcW w:w="3458" w:type="dxa"/>
          <w:shd w:val="clear" w:color="auto" w:fill="auto"/>
          <w:tcMar>
            <w:top w:w="57" w:type="dxa"/>
            <w:left w:w="0" w:type="dxa"/>
            <w:right w:w="0" w:type="dxa"/>
          </w:tcMar>
        </w:tcPr>
        <w:p w14:paraId="29525732" w14:textId="77777777" w:rsidR="00AA59BE" w:rsidRDefault="00AA59BE" w:rsidP="00523EA7">
          <w:pPr>
            <w:pStyle w:val="Zpat"/>
          </w:pPr>
        </w:p>
      </w:tc>
      <w:tc>
        <w:tcPr>
          <w:tcW w:w="5698" w:type="dxa"/>
          <w:shd w:val="clear" w:color="auto" w:fill="auto"/>
          <w:tcMar>
            <w:top w:w="57" w:type="dxa"/>
            <w:left w:w="0" w:type="dxa"/>
            <w:right w:w="0" w:type="dxa"/>
          </w:tcMar>
        </w:tcPr>
        <w:p w14:paraId="56E7ECEF" w14:textId="77777777" w:rsidR="00AA59BE" w:rsidRPr="00D6163D" w:rsidRDefault="00AA59BE" w:rsidP="00D6163D">
          <w:pPr>
            <w:pStyle w:val="Druhdokumentu"/>
          </w:pPr>
        </w:p>
      </w:tc>
    </w:tr>
  </w:tbl>
  <w:p w14:paraId="3ED19484" w14:textId="77777777" w:rsidR="00AA59BE" w:rsidRPr="00D6163D" w:rsidRDefault="00AA59B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8"/>
  </w:num>
  <w:num w:numId="6">
    <w:abstractNumId w:val="0"/>
  </w:num>
  <w:num w:numId="7">
    <w:abstractNumId w:val="5"/>
  </w:num>
  <w:num w:numId="8">
    <w:abstractNumId w:val="8"/>
  </w:num>
  <w:num w:numId="9">
    <w:abstractNumId w:val="9"/>
  </w:num>
  <w:num w:numId="10">
    <w:abstractNumId w:val="0"/>
  </w:num>
  <w:num w:numId="11">
    <w:abstractNumId w:val="2"/>
  </w:num>
  <w:num w:numId="12">
    <w:abstractNumId w:val="11"/>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634F"/>
    <w:rsid w:val="00017F3C"/>
    <w:rsid w:val="00024577"/>
    <w:rsid w:val="00041EC8"/>
    <w:rsid w:val="00043411"/>
    <w:rsid w:val="00056BB3"/>
    <w:rsid w:val="000630ED"/>
    <w:rsid w:val="000651A6"/>
    <w:rsid w:val="0006588D"/>
    <w:rsid w:val="00067A5E"/>
    <w:rsid w:val="000708ED"/>
    <w:rsid w:val="000719BB"/>
    <w:rsid w:val="00072A65"/>
    <w:rsid w:val="00072C1E"/>
    <w:rsid w:val="000B16A1"/>
    <w:rsid w:val="000B4EB8"/>
    <w:rsid w:val="000C41F2"/>
    <w:rsid w:val="000D22C4"/>
    <w:rsid w:val="000D27D1"/>
    <w:rsid w:val="000E0CC3"/>
    <w:rsid w:val="000E1A7F"/>
    <w:rsid w:val="000F3947"/>
    <w:rsid w:val="00103401"/>
    <w:rsid w:val="00112864"/>
    <w:rsid w:val="00114472"/>
    <w:rsid w:val="00114988"/>
    <w:rsid w:val="00115069"/>
    <w:rsid w:val="001150F2"/>
    <w:rsid w:val="00120115"/>
    <w:rsid w:val="00135ABA"/>
    <w:rsid w:val="00143EC0"/>
    <w:rsid w:val="001543F7"/>
    <w:rsid w:val="001656A2"/>
    <w:rsid w:val="00165977"/>
    <w:rsid w:val="00165A92"/>
    <w:rsid w:val="00170EC5"/>
    <w:rsid w:val="0017270D"/>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1F26D5"/>
    <w:rsid w:val="002038D5"/>
    <w:rsid w:val="002071BB"/>
    <w:rsid w:val="00207DF5"/>
    <w:rsid w:val="00211BEF"/>
    <w:rsid w:val="0021354F"/>
    <w:rsid w:val="00214C3E"/>
    <w:rsid w:val="00226998"/>
    <w:rsid w:val="002329ED"/>
    <w:rsid w:val="00236CEB"/>
    <w:rsid w:val="00240B81"/>
    <w:rsid w:val="00247D01"/>
    <w:rsid w:val="00261A5B"/>
    <w:rsid w:val="00262E5B"/>
    <w:rsid w:val="00276AFE"/>
    <w:rsid w:val="00281F25"/>
    <w:rsid w:val="002A204D"/>
    <w:rsid w:val="002A3B57"/>
    <w:rsid w:val="002A5468"/>
    <w:rsid w:val="002B7828"/>
    <w:rsid w:val="002C1451"/>
    <w:rsid w:val="002C31BF"/>
    <w:rsid w:val="002C66CF"/>
    <w:rsid w:val="002C7A28"/>
    <w:rsid w:val="002D7FD6"/>
    <w:rsid w:val="002E052B"/>
    <w:rsid w:val="002E0CD7"/>
    <w:rsid w:val="002E0CFB"/>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83BC6"/>
    <w:rsid w:val="00392910"/>
    <w:rsid w:val="00392EB6"/>
    <w:rsid w:val="00394466"/>
    <w:rsid w:val="003956C6"/>
    <w:rsid w:val="003A197F"/>
    <w:rsid w:val="003B6161"/>
    <w:rsid w:val="003C33F2"/>
    <w:rsid w:val="003D3E54"/>
    <w:rsid w:val="003D4DDD"/>
    <w:rsid w:val="003D6BAD"/>
    <w:rsid w:val="003D756E"/>
    <w:rsid w:val="003E2FE4"/>
    <w:rsid w:val="003E3C73"/>
    <w:rsid w:val="003E420D"/>
    <w:rsid w:val="003E4C13"/>
    <w:rsid w:val="003F126B"/>
    <w:rsid w:val="003F301F"/>
    <w:rsid w:val="00405C34"/>
    <w:rsid w:val="004078F3"/>
    <w:rsid w:val="00412B04"/>
    <w:rsid w:val="00427794"/>
    <w:rsid w:val="00450F07"/>
    <w:rsid w:val="00453CD3"/>
    <w:rsid w:val="0046002F"/>
    <w:rsid w:val="00460187"/>
    <w:rsid w:val="00460660"/>
    <w:rsid w:val="00462F00"/>
    <w:rsid w:val="00464BA9"/>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637FB"/>
    <w:rsid w:val="00566D66"/>
    <w:rsid w:val="00570121"/>
    <w:rsid w:val="005736B7"/>
    <w:rsid w:val="0057416E"/>
    <w:rsid w:val="00575E5A"/>
    <w:rsid w:val="00580245"/>
    <w:rsid w:val="00583B03"/>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30EA6"/>
    <w:rsid w:val="00646CDE"/>
    <w:rsid w:val="0065610E"/>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E4A6E"/>
    <w:rsid w:val="007F56A7"/>
    <w:rsid w:val="00800851"/>
    <w:rsid w:val="00807DD0"/>
    <w:rsid w:val="00821D01"/>
    <w:rsid w:val="00826A73"/>
    <w:rsid w:val="00826B7B"/>
    <w:rsid w:val="008278E1"/>
    <w:rsid w:val="008372D7"/>
    <w:rsid w:val="008423EC"/>
    <w:rsid w:val="00846789"/>
    <w:rsid w:val="00853506"/>
    <w:rsid w:val="00866994"/>
    <w:rsid w:val="0087489C"/>
    <w:rsid w:val="008804AE"/>
    <w:rsid w:val="00887E2C"/>
    <w:rsid w:val="00893D76"/>
    <w:rsid w:val="008972FA"/>
    <w:rsid w:val="008A3568"/>
    <w:rsid w:val="008B2A2E"/>
    <w:rsid w:val="008B4D60"/>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1501C"/>
    <w:rsid w:val="00922385"/>
    <w:rsid w:val="009223DF"/>
    <w:rsid w:val="009252E4"/>
    <w:rsid w:val="00936091"/>
    <w:rsid w:val="00940D8A"/>
    <w:rsid w:val="00940F66"/>
    <w:rsid w:val="00962258"/>
    <w:rsid w:val="009678B5"/>
    <w:rsid w:val="009678B7"/>
    <w:rsid w:val="00992B9C"/>
    <w:rsid w:val="00992D9C"/>
    <w:rsid w:val="00996CB8"/>
    <w:rsid w:val="00996CF3"/>
    <w:rsid w:val="009A162A"/>
    <w:rsid w:val="009B2E97"/>
    <w:rsid w:val="009B3DF3"/>
    <w:rsid w:val="009B4201"/>
    <w:rsid w:val="009B5146"/>
    <w:rsid w:val="009C418E"/>
    <w:rsid w:val="009C442C"/>
    <w:rsid w:val="009D24E5"/>
    <w:rsid w:val="009E07F4"/>
    <w:rsid w:val="009F0867"/>
    <w:rsid w:val="009F309B"/>
    <w:rsid w:val="009F392E"/>
    <w:rsid w:val="009F53C5"/>
    <w:rsid w:val="009F638B"/>
    <w:rsid w:val="00A0053F"/>
    <w:rsid w:val="00A015D2"/>
    <w:rsid w:val="00A0740E"/>
    <w:rsid w:val="00A21A01"/>
    <w:rsid w:val="00A22592"/>
    <w:rsid w:val="00A44B98"/>
    <w:rsid w:val="00A50641"/>
    <w:rsid w:val="00A530BF"/>
    <w:rsid w:val="00A55317"/>
    <w:rsid w:val="00A559E9"/>
    <w:rsid w:val="00A6177B"/>
    <w:rsid w:val="00A633DD"/>
    <w:rsid w:val="00A66136"/>
    <w:rsid w:val="00A71189"/>
    <w:rsid w:val="00A7364A"/>
    <w:rsid w:val="00A74DCC"/>
    <w:rsid w:val="00A753ED"/>
    <w:rsid w:val="00A77512"/>
    <w:rsid w:val="00A83A20"/>
    <w:rsid w:val="00A87F8B"/>
    <w:rsid w:val="00A94C2F"/>
    <w:rsid w:val="00A9533D"/>
    <w:rsid w:val="00A9561F"/>
    <w:rsid w:val="00A962C3"/>
    <w:rsid w:val="00AA4CBB"/>
    <w:rsid w:val="00AA59BE"/>
    <w:rsid w:val="00AA65FA"/>
    <w:rsid w:val="00AA7351"/>
    <w:rsid w:val="00AA7AB8"/>
    <w:rsid w:val="00AD056F"/>
    <w:rsid w:val="00AD0C7B"/>
    <w:rsid w:val="00AD0E93"/>
    <w:rsid w:val="00AD18F7"/>
    <w:rsid w:val="00AD5F1A"/>
    <w:rsid w:val="00AD6731"/>
    <w:rsid w:val="00AE1ACB"/>
    <w:rsid w:val="00AE34C1"/>
    <w:rsid w:val="00AE4254"/>
    <w:rsid w:val="00AF2182"/>
    <w:rsid w:val="00B008D5"/>
    <w:rsid w:val="00B02F73"/>
    <w:rsid w:val="00B05B31"/>
    <w:rsid w:val="00B0619F"/>
    <w:rsid w:val="00B074C5"/>
    <w:rsid w:val="00B11051"/>
    <w:rsid w:val="00B13A26"/>
    <w:rsid w:val="00B15D0D"/>
    <w:rsid w:val="00B22106"/>
    <w:rsid w:val="00B4297C"/>
    <w:rsid w:val="00B42F40"/>
    <w:rsid w:val="00B449BD"/>
    <w:rsid w:val="00B5431A"/>
    <w:rsid w:val="00B7298A"/>
    <w:rsid w:val="00B75EE1"/>
    <w:rsid w:val="00B77481"/>
    <w:rsid w:val="00B8518B"/>
    <w:rsid w:val="00B955DF"/>
    <w:rsid w:val="00B968B2"/>
    <w:rsid w:val="00B97CC3"/>
    <w:rsid w:val="00BA17AE"/>
    <w:rsid w:val="00BB0322"/>
    <w:rsid w:val="00BC06C4"/>
    <w:rsid w:val="00BD64B8"/>
    <w:rsid w:val="00BD7E91"/>
    <w:rsid w:val="00BD7F0D"/>
    <w:rsid w:val="00BE6886"/>
    <w:rsid w:val="00C02D0A"/>
    <w:rsid w:val="00C03769"/>
    <w:rsid w:val="00C03A6E"/>
    <w:rsid w:val="00C06617"/>
    <w:rsid w:val="00C11B06"/>
    <w:rsid w:val="00C226C0"/>
    <w:rsid w:val="00C30DDE"/>
    <w:rsid w:val="00C37459"/>
    <w:rsid w:val="00C37C47"/>
    <w:rsid w:val="00C37F6C"/>
    <w:rsid w:val="00C42FE6"/>
    <w:rsid w:val="00C44F6A"/>
    <w:rsid w:val="00C45470"/>
    <w:rsid w:val="00C6198E"/>
    <w:rsid w:val="00C65F2F"/>
    <w:rsid w:val="00C708EA"/>
    <w:rsid w:val="00C72129"/>
    <w:rsid w:val="00C778A5"/>
    <w:rsid w:val="00C92496"/>
    <w:rsid w:val="00C95162"/>
    <w:rsid w:val="00CA171F"/>
    <w:rsid w:val="00CA734E"/>
    <w:rsid w:val="00CB29EB"/>
    <w:rsid w:val="00CB4F6D"/>
    <w:rsid w:val="00CB6A37"/>
    <w:rsid w:val="00CB7684"/>
    <w:rsid w:val="00CC7C8F"/>
    <w:rsid w:val="00CD1FC4"/>
    <w:rsid w:val="00CD6B53"/>
    <w:rsid w:val="00CE44E0"/>
    <w:rsid w:val="00D034A0"/>
    <w:rsid w:val="00D21061"/>
    <w:rsid w:val="00D32554"/>
    <w:rsid w:val="00D40A8A"/>
    <w:rsid w:val="00D4108E"/>
    <w:rsid w:val="00D4328E"/>
    <w:rsid w:val="00D4758D"/>
    <w:rsid w:val="00D6163D"/>
    <w:rsid w:val="00D65992"/>
    <w:rsid w:val="00D77605"/>
    <w:rsid w:val="00D80984"/>
    <w:rsid w:val="00D831A3"/>
    <w:rsid w:val="00D97BE3"/>
    <w:rsid w:val="00DA3711"/>
    <w:rsid w:val="00DC5371"/>
    <w:rsid w:val="00DD1C6B"/>
    <w:rsid w:val="00DD46F3"/>
    <w:rsid w:val="00DE50B4"/>
    <w:rsid w:val="00DE56F2"/>
    <w:rsid w:val="00DF116D"/>
    <w:rsid w:val="00DF4B6D"/>
    <w:rsid w:val="00DF52E0"/>
    <w:rsid w:val="00E0319A"/>
    <w:rsid w:val="00E14606"/>
    <w:rsid w:val="00E16FF7"/>
    <w:rsid w:val="00E26D68"/>
    <w:rsid w:val="00E32665"/>
    <w:rsid w:val="00E44045"/>
    <w:rsid w:val="00E463D2"/>
    <w:rsid w:val="00E5692B"/>
    <w:rsid w:val="00E57FBE"/>
    <w:rsid w:val="00E618C4"/>
    <w:rsid w:val="00E62215"/>
    <w:rsid w:val="00E65EE7"/>
    <w:rsid w:val="00E70043"/>
    <w:rsid w:val="00E7415D"/>
    <w:rsid w:val="00E7453E"/>
    <w:rsid w:val="00E81E5D"/>
    <w:rsid w:val="00E878EE"/>
    <w:rsid w:val="00E901A3"/>
    <w:rsid w:val="00E904F1"/>
    <w:rsid w:val="00E9267F"/>
    <w:rsid w:val="00E9697F"/>
    <w:rsid w:val="00EA23D9"/>
    <w:rsid w:val="00EA548B"/>
    <w:rsid w:val="00EA585B"/>
    <w:rsid w:val="00EA6EC7"/>
    <w:rsid w:val="00EB104F"/>
    <w:rsid w:val="00EB46E5"/>
    <w:rsid w:val="00EC539D"/>
    <w:rsid w:val="00ED14BD"/>
    <w:rsid w:val="00ED29F1"/>
    <w:rsid w:val="00EF09AF"/>
    <w:rsid w:val="00F016C7"/>
    <w:rsid w:val="00F12DEC"/>
    <w:rsid w:val="00F14C08"/>
    <w:rsid w:val="00F1715C"/>
    <w:rsid w:val="00F24489"/>
    <w:rsid w:val="00F310F8"/>
    <w:rsid w:val="00F340DA"/>
    <w:rsid w:val="00F35939"/>
    <w:rsid w:val="00F40CF6"/>
    <w:rsid w:val="00F422D3"/>
    <w:rsid w:val="00F45607"/>
    <w:rsid w:val="00F4722B"/>
    <w:rsid w:val="00F54432"/>
    <w:rsid w:val="00F609A6"/>
    <w:rsid w:val="00F659EB"/>
    <w:rsid w:val="00F762A8"/>
    <w:rsid w:val="00F82134"/>
    <w:rsid w:val="00F86BA6"/>
    <w:rsid w:val="00F87C8D"/>
    <w:rsid w:val="00F95FBD"/>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617595"/>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Tucauer@spravazeleznic.cz"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Tucaue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Tucauer@spravazeleznic.cz" TargetMode="Externa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C7CB1EA-FC62-40E3-A90D-04E4E239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234</TotalTime>
  <Pages>31</Pages>
  <Words>5690</Words>
  <Characters>33571</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78</cp:revision>
  <cp:lastPrinted>2019-05-15T08:59:00Z</cp:lastPrinted>
  <dcterms:created xsi:type="dcterms:W3CDTF">2020-10-26T10:54:00Z</dcterms:created>
  <dcterms:modified xsi:type="dcterms:W3CDTF">2021-03-22T10:05:00Z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